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3223"/>
        <w:gridCol w:w="4933"/>
      </w:tblGrid>
      <w:tr w:rsidR="008E0ECF" w:rsidRPr="008669E4" w:rsidTr="001916B7">
        <w:trPr>
          <w:trHeight w:val="1704"/>
        </w:trPr>
        <w:tc>
          <w:tcPr>
            <w:tcW w:w="4411" w:type="dxa"/>
            <w:gridSpan w:val="2"/>
            <w:tcBorders>
              <w:bottom w:val="single" w:sz="4" w:space="0" w:color="auto"/>
            </w:tcBorders>
          </w:tcPr>
          <w:p w:rsidR="008E0ECF" w:rsidRDefault="008E0ECF" w:rsidP="00B4107E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2581275" cy="752475"/>
                  <wp:effectExtent l="0" t="0" r="9525" b="0"/>
                  <wp:docPr id="44" name="Рисунок 44" descr="logo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3" w:type="dxa"/>
            <w:tcBorders>
              <w:bottom w:val="single" w:sz="4" w:space="0" w:color="auto"/>
            </w:tcBorders>
            <w:vAlign w:val="center"/>
          </w:tcPr>
          <w:p w:rsidR="00DB2C82" w:rsidRDefault="001916B7" w:rsidP="001916B7">
            <w:pPr>
              <w:pStyle w:val="ae"/>
              <w:jc w:val="right"/>
              <w:rPr>
                <w:rFonts w:ascii="Arial" w:hAnsi="Arial" w:cs="Arial"/>
                <w:color w:val="3C6482"/>
                <w:sz w:val="18"/>
                <w:szCs w:val="18"/>
              </w:rPr>
            </w:pP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t>ООО «ПроектПромСтрой»</w:t>
            </w: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cr/>
            </w:r>
            <w:r>
              <w:rPr>
                <w:rFonts w:ascii="Arial" w:hAnsi="Arial" w:cs="Arial"/>
                <w:color w:val="3C6482"/>
                <w:sz w:val="18"/>
                <w:szCs w:val="18"/>
              </w:rPr>
              <w:t xml:space="preserve">117452 г. Москва, бул. Симферопольский , д. 24, </w:t>
            </w:r>
          </w:p>
          <w:p w:rsidR="001916B7" w:rsidRDefault="001916B7" w:rsidP="001916B7">
            <w:pPr>
              <w:pStyle w:val="ae"/>
              <w:jc w:val="right"/>
              <w:rPr>
                <w:rFonts w:ascii="Arial" w:hAnsi="Arial" w:cs="Arial"/>
                <w:color w:val="3C6482"/>
                <w:sz w:val="18"/>
                <w:szCs w:val="18"/>
              </w:rPr>
            </w:pPr>
            <w:r>
              <w:rPr>
                <w:rFonts w:ascii="Arial" w:hAnsi="Arial" w:cs="Arial"/>
                <w:color w:val="3C6482"/>
                <w:sz w:val="18"/>
                <w:szCs w:val="18"/>
              </w:rPr>
              <w:t xml:space="preserve">корп. 4, пом. 8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ИНН/КПП 5262263180/</w:t>
            </w:r>
            <w:r>
              <w:rPr>
                <w:rFonts w:cs="Arial"/>
                <w:color w:val="3C6482"/>
                <w:sz w:val="18"/>
                <w:szCs w:val="18"/>
              </w:rPr>
              <w:t>772701001,</w:t>
            </w:r>
            <w:r w:rsidRPr="00543C84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ОГРН</w:t>
            </w:r>
          </w:p>
          <w:p w:rsidR="001916B7" w:rsidRPr="00A17506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       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1115262003834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ОКПО 91278072 ОКАТО 22401379000</w:t>
            </w:r>
          </w:p>
          <w:p w:rsidR="001916B7" w:rsidRPr="009A0936" w:rsidRDefault="001916B7" w:rsidP="001916B7">
            <w:pPr>
              <w:suppressAutoHyphens/>
              <w:spacing w:line="100" w:lineRule="atLeast"/>
              <w:jc w:val="right"/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</w:pPr>
            <w:r w:rsidRPr="009A0936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>Свидетельство о допуске к видам работ</w:t>
            </w:r>
          </w:p>
          <w:p w:rsidR="008E0ECF" w:rsidRPr="008669E4" w:rsidRDefault="001916B7" w:rsidP="001916B7">
            <w:pPr>
              <w:jc w:val="right"/>
              <w:rPr>
                <w:rFonts w:ascii="Times New Roman" w:hAnsi="Times New Roman"/>
                <w:color w:val="3C6482"/>
              </w:rPr>
            </w:pPr>
            <w:r w:rsidRPr="001916B7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 xml:space="preserve">           №СРО-П-056-16112009-0321 от 26.02.2016 г</w:t>
            </w:r>
          </w:p>
        </w:tc>
      </w:tr>
      <w:tr w:rsidR="008E0ECF" w:rsidRPr="001916B7" w:rsidTr="001916B7">
        <w:tc>
          <w:tcPr>
            <w:tcW w:w="1188" w:type="dxa"/>
            <w:tcBorders>
              <w:top w:val="single" w:sz="4" w:space="0" w:color="auto"/>
            </w:tcBorders>
          </w:tcPr>
          <w:p w:rsidR="008E0ECF" w:rsidRPr="001916B7" w:rsidRDefault="008E0ECF" w:rsidP="00B4107E">
            <w:pPr>
              <w:rPr>
                <w:color w:val="215868" w:themeColor="accent5" w:themeShade="80"/>
              </w:rPr>
            </w:pP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8E0ECF" w:rsidRPr="001916B7" w:rsidRDefault="008E0ECF" w:rsidP="00B4107E">
            <w:pPr>
              <w:spacing w:line="360" w:lineRule="auto"/>
              <w:rPr>
                <w:color w:val="215868" w:themeColor="accent5" w:themeShade="80"/>
              </w:rPr>
            </w:pPr>
          </w:p>
        </w:tc>
        <w:tc>
          <w:tcPr>
            <w:tcW w:w="4933" w:type="dxa"/>
            <w:tcBorders>
              <w:top w:val="single" w:sz="4" w:space="0" w:color="auto"/>
            </w:tcBorders>
          </w:tcPr>
          <w:p w:rsidR="008E0ECF" w:rsidRPr="001916B7" w:rsidRDefault="008E0ECF" w:rsidP="00B4107E">
            <w:pPr>
              <w:rPr>
                <w:rFonts w:ascii="Times New Roman" w:hAnsi="Times New Roman"/>
                <w:color w:val="215868" w:themeColor="accent5" w:themeShade="80"/>
              </w:rPr>
            </w:pPr>
          </w:p>
        </w:tc>
      </w:tr>
    </w:tbl>
    <w:p w:rsidR="001916B7" w:rsidRDefault="001916B7" w:rsidP="00390957">
      <w:pPr>
        <w:ind w:right="1588"/>
        <w:rPr>
          <w:rFonts w:ascii="Times New Roman" w:hAnsi="Times New Roman"/>
          <w:b/>
          <w:sz w:val="28"/>
        </w:rPr>
      </w:pPr>
    </w:p>
    <w:p w:rsidR="008A4DE3" w:rsidRDefault="008A4DE3" w:rsidP="008A4DE3">
      <w:pPr>
        <w:rPr>
          <w:rFonts w:ascii="Times New Roman" w:hAnsi="Times New Roman"/>
          <w:b/>
          <w:sz w:val="28"/>
        </w:rPr>
      </w:pPr>
    </w:p>
    <w:p w:rsidR="00EC5101" w:rsidRDefault="00EC5101" w:rsidP="00EC510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  <w:r w:rsidRPr="00CE3EC4">
        <w:rPr>
          <w:rFonts w:ascii="Times New Roman" w:hAnsi="Times New Roman"/>
          <w:b/>
          <w:sz w:val="32"/>
          <w:szCs w:val="32"/>
        </w:rPr>
        <w:t xml:space="preserve"> планировки территории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CE3EC4">
        <w:rPr>
          <w:rFonts w:ascii="Times New Roman" w:hAnsi="Times New Roman"/>
          <w:b/>
          <w:sz w:val="32"/>
          <w:szCs w:val="32"/>
        </w:rPr>
        <w:t>для строительства</w:t>
      </w:r>
    </w:p>
    <w:p w:rsidR="00EC5101" w:rsidRDefault="00EC5101" w:rsidP="00EC510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CE3EC4">
        <w:rPr>
          <w:rFonts w:ascii="Times New Roman" w:hAnsi="Times New Roman"/>
          <w:b/>
          <w:sz w:val="32"/>
          <w:szCs w:val="32"/>
        </w:rPr>
        <w:t>оросительной сети 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д. Мшага Воскресенская,</w:t>
      </w:r>
    </w:p>
    <w:p w:rsidR="00EC5101" w:rsidRPr="0041041C" w:rsidRDefault="00EC5101" w:rsidP="00EC510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41041C">
        <w:rPr>
          <w:rFonts w:ascii="Times New Roman" w:hAnsi="Times New Roman"/>
          <w:b/>
          <w:sz w:val="32"/>
          <w:szCs w:val="32"/>
        </w:rPr>
        <w:t>Шимский р-он,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Новгородская обл.</w:t>
      </w:r>
    </w:p>
    <w:p w:rsidR="00606DBB" w:rsidRDefault="00606DBB" w:rsidP="0041041C">
      <w:pPr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</w:rPr>
      </w:pPr>
    </w:p>
    <w:p w:rsidR="00EC5101" w:rsidRPr="0041041C" w:rsidRDefault="00EC5101" w:rsidP="0041041C">
      <w:pPr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(УТВЕРЖДАЕМАЯ) ЧАСТЬ</w:t>
      </w: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ПРОЕКТА ПЛАНИРОВКИ</w:t>
      </w: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EC5101" w:rsidRDefault="00EC5101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Том 1</w:t>
      </w:r>
    </w:p>
    <w:p w:rsidR="00606DBB" w:rsidRDefault="00606DBB" w:rsidP="00606DBB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437F36" w:rsidRDefault="00437F36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EC5101" w:rsidRDefault="00EC5101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606DBB">
      <w:pPr>
        <w:ind w:left="28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</w:t>
      </w:r>
      <w:r w:rsidRPr="00AB600A">
        <w:rPr>
          <w:rFonts w:ascii="Times New Roman" w:hAnsi="Times New Roman"/>
          <w:sz w:val="32"/>
          <w:szCs w:val="32"/>
        </w:rPr>
        <w:t xml:space="preserve">ифр: </w:t>
      </w:r>
      <w:r w:rsidR="0041041C">
        <w:rPr>
          <w:rFonts w:ascii="Times New Roman" w:hAnsi="Times New Roman"/>
          <w:sz w:val="32"/>
          <w:szCs w:val="32"/>
        </w:rPr>
        <w:t>30</w:t>
      </w:r>
      <w:r w:rsidRPr="00052023">
        <w:rPr>
          <w:rFonts w:ascii="Times New Roman" w:hAnsi="Times New Roman"/>
          <w:sz w:val="32"/>
          <w:szCs w:val="32"/>
        </w:rPr>
        <w:t>/ППС - 16 – ППТ</w:t>
      </w:r>
      <w:r w:rsidR="00034183">
        <w:rPr>
          <w:rFonts w:ascii="Times New Roman" w:hAnsi="Times New Roman"/>
          <w:sz w:val="32"/>
          <w:szCs w:val="32"/>
        </w:rPr>
        <w:t>-1</w:t>
      </w:r>
    </w:p>
    <w:p w:rsidR="00B353D1" w:rsidRDefault="00B353D1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F36B34" w:rsidRDefault="00F36B34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06DBB" w:rsidRDefault="00606DBB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1916B7" w:rsidRDefault="001916B7" w:rsidP="003909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DB2C82" w:rsidRDefault="00F36B34" w:rsidP="00DB2C8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</w:t>
      </w:r>
    </w:p>
    <w:p w:rsidR="00DB2C82" w:rsidRDefault="00DB2C82" w:rsidP="00DB2C82">
      <w:pPr>
        <w:jc w:val="center"/>
        <w:rPr>
          <w:rFonts w:ascii="Times New Roman" w:hAnsi="Times New Roman"/>
          <w:b/>
          <w:sz w:val="32"/>
          <w:szCs w:val="32"/>
        </w:rPr>
      </w:pPr>
    </w:p>
    <w:p w:rsidR="00DB2C82" w:rsidRDefault="00DB2C82" w:rsidP="00DB2C82">
      <w:pPr>
        <w:jc w:val="center"/>
        <w:rPr>
          <w:rFonts w:ascii="Times New Roman" w:hAnsi="Times New Roman"/>
          <w:b/>
          <w:sz w:val="32"/>
          <w:szCs w:val="32"/>
        </w:rPr>
      </w:pPr>
    </w:p>
    <w:p w:rsidR="009F4864" w:rsidRDefault="009F4864" w:rsidP="00DB2C82">
      <w:pPr>
        <w:jc w:val="center"/>
        <w:rPr>
          <w:rFonts w:ascii="Times New Roman" w:hAnsi="Times New Roman"/>
          <w:sz w:val="28"/>
          <w:szCs w:val="28"/>
        </w:rPr>
      </w:pPr>
      <w:r w:rsidRPr="0033038F">
        <w:rPr>
          <w:rFonts w:ascii="Times New Roman" w:hAnsi="Times New Roman"/>
          <w:sz w:val="28"/>
          <w:szCs w:val="28"/>
        </w:rPr>
        <w:t>201</w:t>
      </w:r>
      <w:r w:rsidR="001916B7">
        <w:rPr>
          <w:rFonts w:ascii="Times New Roman" w:hAnsi="Times New Roman"/>
          <w:sz w:val="28"/>
          <w:szCs w:val="28"/>
        </w:rPr>
        <w:t>6</w:t>
      </w:r>
      <w:r w:rsidRPr="0033038F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3223"/>
        <w:gridCol w:w="4933"/>
      </w:tblGrid>
      <w:tr w:rsidR="001916B7" w:rsidRPr="008669E4" w:rsidTr="001916B7">
        <w:trPr>
          <w:trHeight w:val="1704"/>
        </w:trPr>
        <w:tc>
          <w:tcPr>
            <w:tcW w:w="4411" w:type="dxa"/>
            <w:gridSpan w:val="2"/>
            <w:tcBorders>
              <w:bottom w:val="single" w:sz="4" w:space="0" w:color="auto"/>
            </w:tcBorders>
          </w:tcPr>
          <w:p w:rsidR="001916B7" w:rsidRDefault="001916B7" w:rsidP="001916B7">
            <w:r>
              <w:rPr>
                <w:noProof/>
              </w:rPr>
              <w:lastRenderedPageBreak/>
              <w:drawing>
                <wp:inline distT="0" distB="0" distL="0" distR="0">
                  <wp:extent cx="2581275" cy="752475"/>
                  <wp:effectExtent l="0" t="0" r="9525" b="0"/>
                  <wp:docPr id="3" name="Рисунок 44" descr="logo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3" w:type="dxa"/>
            <w:tcBorders>
              <w:bottom w:val="single" w:sz="4" w:space="0" w:color="auto"/>
            </w:tcBorders>
            <w:vAlign w:val="center"/>
          </w:tcPr>
          <w:p w:rsidR="001916B7" w:rsidRDefault="001916B7" w:rsidP="001916B7">
            <w:pPr>
              <w:pStyle w:val="ae"/>
              <w:jc w:val="right"/>
              <w:rPr>
                <w:rFonts w:ascii="Arial" w:hAnsi="Arial" w:cs="Arial"/>
                <w:color w:val="3C6482"/>
                <w:sz w:val="18"/>
                <w:szCs w:val="18"/>
              </w:rPr>
            </w:pP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t>ООО «ПроектПромСтрой»</w:t>
            </w:r>
            <w:r w:rsidRPr="00A17506">
              <w:rPr>
                <w:rFonts w:ascii="Arial" w:hAnsi="Arial" w:cs="Arial"/>
                <w:color w:val="3C6482"/>
                <w:sz w:val="18"/>
                <w:szCs w:val="18"/>
              </w:rPr>
              <w:cr/>
            </w:r>
            <w:r>
              <w:rPr>
                <w:rFonts w:ascii="Arial" w:hAnsi="Arial" w:cs="Arial"/>
                <w:color w:val="3C6482"/>
                <w:sz w:val="18"/>
                <w:szCs w:val="18"/>
              </w:rPr>
              <w:t xml:space="preserve">117452 г. Москва, бул. Симферопольский , д. 24, корп.4, пом. 8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ИНН/КПП 5262263180/</w:t>
            </w:r>
            <w:r>
              <w:rPr>
                <w:rFonts w:cs="Arial"/>
                <w:color w:val="3C6482"/>
                <w:sz w:val="18"/>
                <w:szCs w:val="18"/>
              </w:rPr>
              <w:t>772701001,</w:t>
            </w:r>
            <w:r w:rsidRPr="00543C84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ОГРН</w:t>
            </w:r>
          </w:p>
          <w:p w:rsidR="001916B7" w:rsidRPr="00A17506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       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1115262003834</w:t>
            </w:r>
            <w:r>
              <w:rPr>
                <w:rFonts w:cs="Arial"/>
                <w:color w:val="3C6482"/>
                <w:sz w:val="18"/>
                <w:szCs w:val="18"/>
              </w:rPr>
              <w:t xml:space="preserve">     </w:t>
            </w:r>
          </w:p>
          <w:p w:rsidR="001916B7" w:rsidRDefault="001916B7" w:rsidP="001916B7">
            <w:pPr>
              <w:jc w:val="right"/>
              <w:rPr>
                <w:rFonts w:cs="Arial"/>
                <w:color w:val="3C6482"/>
                <w:sz w:val="18"/>
                <w:szCs w:val="18"/>
              </w:rPr>
            </w:pPr>
            <w:r>
              <w:rPr>
                <w:rFonts w:cs="Arial"/>
                <w:color w:val="3C6482"/>
                <w:sz w:val="18"/>
                <w:szCs w:val="18"/>
              </w:rPr>
              <w:t xml:space="preserve">                     </w:t>
            </w:r>
            <w:r w:rsidRPr="00A17506">
              <w:rPr>
                <w:rFonts w:cs="Arial"/>
                <w:color w:val="3C6482"/>
                <w:sz w:val="18"/>
                <w:szCs w:val="18"/>
              </w:rPr>
              <w:t>ОКПО 91278072 ОКАТО 22401379000</w:t>
            </w:r>
          </w:p>
          <w:p w:rsidR="001916B7" w:rsidRPr="009A0936" w:rsidRDefault="001916B7" w:rsidP="001916B7">
            <w:pPr>
              <w:suppressAutoHyphens/>
              <w:spacing w:line="100" w:lineRule="atLeast"/>
              <w:jc w:val="right"/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</w:pPr>
            <w:r w:rsidRPr="009A0936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>Свидетельство о допуске к видам работ</w:t>
            </w:r>
          </w:p>
          <w:p w:rsidR="001916B7" w:rsidRPr="008669E4" w:rsidRDefault="001916B7" w:rsidP="001916B7">
            <w:pPr>
              <w:jc w:val="right"/>
              <w:rPr>
                <w:rFonts w:ascii="Times New Roman" w:hAnsi="Times New Roman"/>
                <w:color w:val="3C6482"/>
              </w:rPr>
            </w:pPr>
            <w:r w:rsidRPr="001916B7">
              <w:rPr>
                <w:rFonts w:cs="Arial"/>
                <w:color w:val="215868" w:themeColor="accent5" w:themeShade="80"/>
                <w:kern w:val="1"/>
                <w:sz w:val="18"/>
                <w:szCs w:val="18"/>
                <w:lang w:eastAsia="hi-IN" w:bidi="hi-IN"/>
              </w:rPr>
              <w:t xml:space="preserve">           №СРО-П-056-16112009-0321 от 26.02.2016 г</w:t>
            </w:r>
          </w:p>
        </w:tc>
      </w:tr>
      <w:tr w:rsidR="00E15680" w:rsidRPr="001916B7" w:rsidTr="001916B7">
        <w:tc>
          <w:tcPr>
            <w:tcW w:w="1188" w:type="dxa"/>
            <w:tcBorders>
              <w:top w:val="single" w:sz="4" w:space="0" w:color="auto"/>
            </w:tcBorders>
          </w:tcPr>
          <w:p w:rsidR="00E15680" w:rsidRPr="001916B7" w:rsidRDefault="00E15680" w:rsidP="00E15680">
            <w:pPr>
              <w:jc w:val="center"/>
              <w:rPr>
                <w:color w:val="215868" w:themeColor="accent5" w:themeShade="80"/>
              </w:rPr>
            </w:pP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E15680" w:rsidRPr="001916B7" w:rsidRDefault="00E15680" w:rsidP="00E15680">
            <w:pPr>
              <w:rPr>
                <w:color w:val="215868" w:themeColor="accent5" w:themeShade="80"/>
              </w:rPr>
            </w:pPr>
          </w:p>
        </w:tc>
        <w:tc>
          <w:tcPr>
            <w:tcW w:w="4933" w:type="dxa"/>
            <w:tcBorders>
              <w:top w:val="single" w:sz="4" w:space="0" w:color="auto"/>
            </w:tcBorders>
          </w:tcPr>
          <w:p w:rsidR="00E15680" w:rsidRPr="001916B7" w:rsidRDefault="00E15680" w:rsidP="001916B7">
            <w:pPr>
              <w:rPr>
                <w:rFonts w:ascii="Times New Roman" w:hAnsi="Times New Roman"/>
                <w:color w:val="215868" w:themeColor="accent5" w:themeShade="80"/>
              </w:rPr>
            </w:pPr>
          </w:p>
        </w:tc>
      </w:tr>
    </w:tbl>
    <w:p w:rsidR="00E15680" w:rsidRDefault="00E15680" w:rsidP="00E15680">
      <w:pPr>
        <w:spacing w:line="276" w:lineRule="auto"/>
        <w:ind w:right="56"/>
        <w:jc w:val="center"/>
        <w:rPr>
          <w:rFonts w:ascii="Times New Roman" w:hAnsi="Times New Roman"/>
          <w:b/>
          <w:sz w:val="40"/>
          <w:szCs w:val="40"/>
        </w:rPr>
      </w:pPr>
    </w:p>
    <w:p w:rsidR="00EC5101" w:rsidRDefault="0041041C" w:rsidP="004104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  <w:r w:rsidRPr="00CE3EC4">
        <w:rPr>
          <w:rFonts w:ascii="Times New Roman" w:hAnsi="Times New Roman"/>
          <w:b/>
          <w:sz w:val="32"/>
          <w:szCs w:val="32"/>
        </w:rPr>
        <w:t xml:space="preserve"> планировки территории</w:t>
      </w:r>
      <w:r w:rsidR="00EC5101">
        <w:rPr>
          <w:rFonts w:ascii="Times New Roman" w:hAnsi="Times New Roman"/>
          <w:b/>
          <w:sz w:val="32"/>
          <w:szCs w:val="32"/>
        </w:rPr>
        <w:t xml:space="preserve"> </w:t>
      </w:r>
      <w:r w:rsidRPr="00CE3EC4">
        <w:rPr>
          <w:rFonts w:ascii="Times New Roman" w:hAnsi="Times New Roman"/>
          <w:b/>
          <w:sz w:val="32"/>
          <w:szCs w:val="32"/>
        </w:rPr>
        <w:t>для строительства</w:t>
      </w:r>
    </w:p>
    <w:p w:rsidR="00EC5101" w:rsidRDefault="0041041C" w:rsidP="004104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CE3EC4">
        <w:rPr>
          <w:rFonts w:ascii="Times New Roman" w:hAnsi="Times New Roman"/>
          <w:b/>
          <w:sz w:val="32"/>
          <w:szCs w:val="32"/>
        </w:rPr>
        <w:t>оросительной сети в</w:t>
      </w:r>
      <w:r w:rsidR="00EC5101"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д. Мшага Воскресенская,</w:t>
      </w:r>
    </w:p>
    <w:p w:rsidR="0041041C" w:rsidRPr="0041041C" w:rsidRDefault="0041041C" w:rsidP="004104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41041C">
        <w:rPr>
          <w:rFonts w:ascii="Times New Roman" w:hAnsi="Times New Roman"/>
          <w:b/>
          <w:sz w:val="32"/>
          <w:szCs w:val="32"/>
        </w:rPr>
        <w:t>Шимский р-он,</w:t>
      </w:r>
      <w:r w:rsidR="00EC5101">
        <w:rPr>
          <w:rFonts w:ascii="Times New Roman" w:hAnsi="Times New Roman"/>
          <w:b/>
          <w:sz w:val="32"/>
          <w:szCs w:val="32"/>
        </w:rPr>
        <w:t xml:space="preserve"> </w:t>
      </w:r>
      <w:r w:rsidRPr="0041041C">
        <w:rPr>
          <w:rFonts w:ascii="Times New Roman" w:hAnsi="Times New Roman"/>
          <w:b/>
          <w:sz w:val="32"/>
          <w:szCs w:val="32"/>
        </w:rPr>
        <w:t>Новгородская обл.</w:t>
      </w:r>
    </w:p>
    <w:p w:rsidR="0041041C" w:rsidRDefault="0041041C" w:rsidP="0041041C">
      <w:pPr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</w:rPr>
      </w:pPr>
    </w:p>
    <w:p w:rsidR="00EC5101" w:rsidRPr="0041041C" w:rsidRDefault="00EC5101" w:rsidP="0041041C">
      <w:pPr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</w:rPr>
      </w:pP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(УТВЕРЖДАЕМАЯ) ЧАСТЬ</w:t>
      </w: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ПРОЕКТА ПЛАНИРОВКИ</w:t>
      </w: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Том 1</w:t>
      </w:r>
    </w:p>
    <w:p w:rsidR="0041041C" w:rsidRDefault="0041041C" w:rsidP="0041041C">
      <w:pPr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41041C" w:rsidRDefault="0041041C" w:rsidP="0041041C">
      <w:pPr>
        <w:jc w:val="center"/>
        <w:rPr>
          <w:rFonts w:ascii="Times New Roman" w:hAnsi="Times New Roman"/>
          <w:b/>
          <w:sz w:val="32"/>
          <w:szCs w:val="32"/>
        </w:rPr>
      </w:pPr>
    </w:p>
    <w:p w:rsidR="0041041C" w:rsidRDefault="0041041C" w:rsidP="0041041C">
      <w:pPr>
        <w:ind w:left="28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</w:t>
      </w:r>
      <w:r w:rsidRPr="00AB600A">
        <w:rPr>
          <w:rFonts w:ascii="Times New Roman" w:hAnsi="Times New Roman"/>
          <w:sz w:val="32"/>
          <w:szCs w:val="32"/>
        </w:rPr>
        <w:t xml:space="preserve">ифр: </w:t>
      </w:r>
      <w:r>
        <w:rPr>
          <w:rFonts w:ascii="Times New Roman" w:hAnsi="Times New Roman"/>
          <w:sz w:val="32"/>
          <w:szCs w:val="32"/>
        </w:rPr>
        <w:t>30</w:t>
      </w:r>
      <w:r w:rsidRPr="00052023">
        <w:rPr>
          <w:rFonts w:ascii="Times New Roman" w:hAnsi="Times New Roman"/>
          <w:sz w:val="32"/>
          <w:szCs w:val="32"/>
        </w:rPr>
        <w:t>/ППС - 16 – ППТ</w:t>
      </w:r>
      <w:r>
        <w:rPr>
          <w:rFonts w:ascii="Times New Roman" w:hAnsi="Times New Roman"/>
          <w:sz w:val="32"/>
          <w:szCs w:val="32"/>
        </w:rPr>
        <w:t>-1</w:t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2892425</wp:posOffset>
            </wp:positionH>
            <wp:positionV relativeFrom="paragraph">
              <wp:posOffset>132080</wp:posOffset>
            </wp:positionV>
            <wp:extent cx="2143125" cy="2143125"/>
            <wp:effectExtent l="19050" t="0" r="9525" b="0"/>
            <wp:wrapNone/>
            <wp:docPr id="13" name="Рисунок 44" descr="C:\Users\userPPS\Desktop\ТЕКУЧКА\П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PPS\Desktop\ТЕКУЧКА\ПП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32"/>
          <w:szCs w:val="32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  <w:r w:rsidRPr="00E15680">
        <w:rPr>
          <w:rFonts w:ascii="Times New Roman" w:hAnsi="Times New Roman"/>
          <w:sz w:val="24"/>
          <w:szCs w:val="24"/>
        </w:rPr>
        <w:t xml:space="preserve"> </w:t>
      </w:r>
      <w:r w:rsidRPr="004400D7">
        <w:rPr>
          <w:rFonts w:ascii="Times New Roman" w:hAnsi="Times New Roman"/>
          <w:sz w:val="24"/>
          <w:szCs w:val="24"/>
        </w:rPr>
        <w:t>Генеральный директор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4400D7">
        <w:rPr>
          <w:rFonts w:ascii="Times New Roman" w:hAnsi="Times New Roman"/>
          <w:sz w:val="24"/>
          <w:szCs w:val="24"/>
        </w:rPr>
        <w:t>Орлов А.П.</w:t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3168650</wp:posOffset>
            </wp:positionH>
            <wp:positionV relativeFrom="paragraph">
              <wp:posOffset>-3175</wp:posOffset>
            </wp:positionV>
            <wp:extent cx="1256030" cy="704850"/>
            <wp:effectExtent l="19050" t="0" r="1270" b="0"/>
            <wp:wrapNone/>
            <wp:docPr id="15" name="Рисунок 14" descr="Подп Козл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 Козлов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проекта                                                                  Козлов Ю.В.</w:t>
      </w: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EC5101" w:rsidRDefault="00EC5101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EC5101" w:rsidRDefault="00EC5101" w:rsidP="00DB2C82">
      <w:pPr>
        <w:jc w:val="center"/>
        <w:rPr>
          <w:rFonts w:ascii="Times New Roman" w:hAnsi="Times New Roman"/>
          <w:sz w:val="28"/>
          <w:szCs w:val="28"/>
        </w:rPr>
      </w:pPr>
    </w:p>
    <w:p w:rsidR="00DB2C82" w:rsidRDefault="00DB2C82" w:rsidP="00DB2C82">
      <w:pPr>
        <w:jc w:val="center"/>
        <w:rPr>
          <w:rFonts w:ascii="Times New Roman" w:hAnsi="Times New Roman"/>
          <w:sz w:val="28"/>
          <w:szCs w:val="28"/>
        </w:rPr>
      </w:pPr>
      <w:r w:rsidRPr="0033038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33038F">
        <w:rPr>
          <w:rFonts w:ascii="Times New Roman" w:hAnsi="Times New Roman"/>
          <w:sz w:val="28"/>
          <w:szCs w:val="28"/>
        </w:rPr>
        <w:t xml:space="preserve"> г.</w:t>
      </w:r>
    </w:p>
    <w:p w:rsidR="00E15680" w:rsidRDefault="00E15680" w:rsidP="00E15680">
      <w:pPr>
        <w:ind w:left="1418" w:right="-228" w:hanging="1844"/>
        <w:jc w:val="center"/>
        <w:rPr>
          <w:rFonts w:ascii="Times New Roman" w:hAnsi="Times New Roman"/>
          <w:sz w:val="24"/>
          <w:szCs w:val="24"/>
        </w:rPr>
      </w:pPr>
    </w:p>
    <w:sectPr w:rsidR="00E15680" w:rsidSect="00390957">
      <w:headerReference w:type="default" r:id="rId11"/>
      <w:footerReference w:type="even" r:id="rId12"/>
      <w:footerReference w:type="default" r:id="rId13"/>
      <w:pgSz w:w="11907" w:h="16840" w:code="9"/>
      <w:pgMar w:top="851" w:right="794" w:bottom="851" w:left="1985" w:header="567" w:footer="544" w:gutter="0"/>
      <w:pgNumType w:start="1"/>
      <w:cols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DD" w:rsidRDefault="005F17DD">
      <w:r>
        <w:separator/>
      </w:r>
    </w:p>
  </w:endnote>
  <w:endnote w:type="continuationSeparator" w:id="0">
    <w:p w:rsidR="005F17DD" w:rsidRDefault="005F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80" w:rsidRDefault="00E6587A" w:rsidP="00DC049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156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5680">
      <w:rPr>
        <w:rStyle w:val="a6"/>
      </w:rPr>
      <w:t>38</w:t>
    </w:r>
    <w:r>
      <w:rPr>
        <w:rStyle w:val="a6"/>
      </w:rPr>
      <w:fldChar w:fldCharType="end"/>
    </w:r>
  </w:p>
  <w:p w:rsidR="00E15680" w:rsidRDefault="00E1568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80" w:rsidRDefault="00D73302" w:rsidP="00DC0497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912495</wp:posOffset>
              </wp:positionH>
              <wp:positionV relativeFrom="page">
                <wp:posOffset>10387965</wp:posOffset>
              </wp:positionV>
              <wp:extent cx="6407150" cy="635"/>
              <wp:effectExtent l="0" t="0" r="12700" b="37465"/>
              <wp:wrapNone/>
              <wp:docPr id="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85pt,817.95pt" to="576.3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499110</wp:posOffset>
              </wp:positionH>
              <wp:positionV relativeFrom="page">
                <wp:posOffset>7368540</wp:posOffset>
              </wp:positionV>
              <wp:extent cx="126365" cy="808355"/>
              <wp:effectExtent l="0" t="0" r="6985" b="0"/>
              <wp:wrapNone/>
              <wp:docPr id="4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6365" cy="808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680" w:rsidRDefault="00E15680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39.3pt;margin-top:580.2pt;width:9.95pt;height:63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" o:allowincell="f" stroked="f" strokeweight=".25pt">
              <v:textbox inset="1pt,1pt,1pt,1pt">
                <w:txbxContent>
                  <w:p w:rsidR="00E15680" w:rsidRDefault="00E15680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909320</wp:posOffset>
              </wp:positionH>
              <wp:positionV relativeFrom="page">
                <wp:posOffset>245745</wp:posOffset>
              </wp:positionV>
              <wp:extent cx="635" cy="10135235"/>
              <wp:effectExtent l="0" t="0" r="37465" b="18415"/>
              <wp:wrapNone/>
              <wp:docPr id="40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10135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6pt,19.35pt" to="71.65pt,8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margin">
                <wp:posOffset>4445</wp:posOffset>
              </wp:positionH>
              <wp:positionV relativeFrom="paragraph">
                <wp:posOffset>1276985</wp:posOffset>
              </wp:positionV>
              <wp:extent cx="6370955" cy="507365"/>
              <wp:effectExtent l="0" t="0" r="29845" b="45085"/>
              <wp:wrapNone/>
              <wp:docPr id="28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0955" cy="507365"/>
                        <a:chOff x="4" y="0"/>
                        <a:chExt cx="19996" cy="20000"/>
                      </a:xfrm>
                    </wpg:grpSpPr>
                    <wpg:grpSp>
                      <wpg:cNvPr id="29" name="Group 7"/>
                      <wpg:cNvGrpSpPr>
                        <a:grpSpLocks/>
                      </wpg:cNvGrpSpPr>
                      <wpg:grpSpPr bwMode="auto">
                        <a:xfrm>
                          <a:off x="4" y="0"/>
                          <a:ext cx="19996" cy="20000"/>
                          <a:chOff x="4" y="0"/>
                          <a:chExt cx="19996" cy="20000"/>
                        </a:xfrm>
                      </wpg:grpSpPr>
                      <wps:wsp>
                        <wps:cNvPr id="3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866" y="1427"/>
                            <a:ext cx="1024" cy="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680" w:rsidRDefault="00E156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31" name="Group 9"/>
                        <wpg:cNvGrpSpPr>
                          <a:grpSpLocks/>
                        </wpg:cNvGrpSpPr>
                        <wpg:grpSpPr bwMode="auto">
                          <a:xfrm>
                            <a:off x="4" y="0"/>
                            <a:ext cx="19996" cy="20000"/>
                            <a:chOff x="-14" y="0"/>
                            <a:chExt cx="20014" cy="20000"/>
                          </a:xfrm>
                        </wpg:grpSpPr>
                        <wps:wsp>
                          <wps:cNvPr id="32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7134"/>
                              <a:ext cx="1139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98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4268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0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9975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7134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39" name="Rectangle 17"/>
                      <wps:cNvSpPr>
                        <a:spLocks noChangeArrowheads="1"/>
                      </wps:cNvSpPr>
                      <wps:spPr bwMode="auto">
                        <a:xfrm>
                          <a:off x="11932" y="2854"/>
                          <a:ext cx="3414" cy="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680" w:rsidRDefault="00E1568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46-97 - ОС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7" style="position:absolute;margin-left:.35pt;margin-top:100.55pt;width:501.65pt;height:39.95pt;z-index:251656192;mso-position-horizontal-relative:margin" coordorigin="4" coordsize="1999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" o:allowincell="f">
              <v:group id="Group 7" o:spid="_x0000_s1028" style="position:absolute;left:4;width:19996;height:20000" coordorigin="4" coordsize="1999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rect id="Rectangle 8" o:spid="_x0000_s1029" style="position:absolute;left:18866;top:1427;width:1024;height:5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xCdL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9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NxCdL0AAADbAAAADwAAAAAAAAAAAAAAAACYAgAAZHJzL2Rvd25yZXYu&#10;eG1sUEsFBgAAAAAEAAQA9QAAAIIDAAAAAA==&#10;" filled="f" stroked="f" strokeweight=".25pt">
                  <v:textbox inset="1pt,1pt,1pt,1pt">
                    <w:txbxContent>
                      <w:p w:rsidR="00E15680" w:rsidRDefault="00E156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xbxContent>
                  </v:textbox>
                </v:rect>
                <v:group id="Group 9" o:spid="_x0000_s1030" style="position:absolute;left:4;width:19996;height:20000" coordorigin="-14" coordsize="2001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10" o:spid="_x0000_s1031" style="position:absolute;visibility:visible;mso-wrap-style:square" from="18861,7134" to="20000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2d5MUAAADbAAAADwAAAGRycy9kb3ducmV2LnhtbESPT4vCMBTE78J+h/AWvGnqH0SrURZd&#10;wYMouooeH82zLdu8dJuo9dsbQdjjMDO/YSaz2hTiRpXLLSvotCMQxInVOacKDj/L1hCE88gaC8uk&#10;4EEOZtOPxgRjbe+8o9vepyJA2MWoIPO+jKV0SUYGXduWxMG72MqgD7JKpa7wHuCmkN0oGkiDOYeF&#10;DEuaZ5T87q9GAW536+NlkNPfaTE6r78359Vy2Feq+Vl/jUF4qv1/+N1eaQW9Lry+hB8gp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72d5MUAAADbAAAADwAAAAAAAAAA&#10;AAAAAAChAgAAZHJzL2Rvd25yZXYueG1sUEsFBgAAAAAEAAQA+QAAAJMDAAAAAA==&#10;" strokeweight=".25pt">
                    <v:stroke startarrowwidth="narrow" startarrowlength="short" endarrowwidth="narrow" endarrowlength="short"/>
                  </v:line>
                  <v:line id="Line 11" o:spid="_x0000_s1032" style="position:absolute;visibility:visible;mso-wrap-style:square" from="1999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3slMEAAADbAAAADwAAAGRycy9kb3ducmV2LnhtbESPX2vCQBDE3wv9DscW+lYvVSwhekoR&#10;BMEH0Qq+Lrk1Ceb2Qm7zx2/fEwQfh5n5DbNcj65WPbWh8mzge5KAIs69rbgwcP7bfqWggiBbrD2T&#10;gTsFWK/e35aYWT/wkfqTFCpCOGRooBRpMq1DXpLDMPENcfSuvnUoUbaFti0OEe5qPU2SH+2w4rhQ&#10;YkObkvLbqXMGOrnuaTx36YVSnsuQHuauPxjz+TH+LkAJjfIKP9s7a2A2g8eX+AP0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eyU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12" o:spid="_x0000_s1033" style="position:absolute;visibility:visible;mso-wrap-style:square" from="-14,14268" to="7379,14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igC8UAAADbAAAADwAAAGRycy9kb3ducmV2LnhtbESPS4vCQBCE74L/YWhhbzrxgWh0FPEB&#10;HmQXX+ixybRJMNMTM7Oa/fc7Cwsei6r6iprOa1OIJ1Uut6yg24lAECdW55wqOB037REI55E1FpZJ&#10;wQ85mM+ajSnG2r54T8+DT0WAsItRQeZ9GUvpkowMuo4tiYN3s5VBH2SVSl3hK8BNIXtRNJQGcw4L&#10;GZa0zCi5H76NAvza7863YU6Py2p83a0/r9vNaKDUR6teTEB4qv07/N/eagX9Afx9CT9Az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igC8UAAADbAAAADwAAAAAAAAAA&#10;AAAAAAChAgAAZHJzL2Rvd25yZXYueG1sUEsFBgAAAAAEAAQA+QAAAJMDAAAAAA==&#10;" strokeweight=".25pt">
                    <v:stroke startarrowwidth="narrow" startarrowlength="short" endarrowwidth="narrow" endarrowlength="short"/>
                  </v:line>
                  <v:line id="Line 13" o:spid="_x0000_s1034" style="position:absolute;visibility:visible;mso-wrap-style:square" from="-14,0" to="20000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jRe8IAAADbAAAADwAAAGRycy9kb3ducmV2LnhtbESPzWrDMBCE74G+g9hAb4mcBhfjRDal&#10;UCjkEJoGcl2sjW1qrYy1/unbV4VCj8PMfMMcy8V1aqIhtJ4N7LYJKOLK25ZrA9fPt00GKgiyxc4z&#10;GfimAGXxsDpibv3MHzRdpFYRwiFHA41In2sdqoYchq3viaN394NDiXKotR1wjnDX6ackedYOW44L&#10;Dfb02lD1dRmdgVHuJ1quY3ajjFOZs3PqprMxj+vl5QBKaJH/8F/73RrYp/D7Jf4AXf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jRe8IAAADbAAAADwAAAAAAAAAAAAAA&#10;AAChAgAAZHJzL2Rvd25yZXYueG1sUEsFBgAAAAAEAAQA+QAAAJADAAAAAA==&#10;" strokeweight="1pt">
                    <v:stroke startarrowwidth="narrow" startarrowlength="short" endarrowwidth="narrow" endarrowlength="short"/>
                  </v:line>
                  <v:line id="Line 14" o:spid="_x0000_s1035" style="position:absolute;visibility:visible;mso-wrap-style:square" from="-14,1997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pPDMEAAADbAAAADwAAAGRycy9kb3ducmV2LnhtbESPX2vCQBDE3wt+h2OFvtWLLUqIniKC&#10;UPBBqoKvS25Ngrm9kNv88dv3CgUfh5n5DbPejq5WPbWh8mxgPktAEefeVlwYuF4OHymoIMgWa89k&#10;4EkBtpvJ2xoz6wf+of4shYoQDhkaKEWaTOuQl+QwzHxDHL27bx1KlG2hbYtDhLtafybJUjusOC6U&#10;2NC+pPxx7pyBTu5HGq9deqOUFzKkp4XrT8a8T8fdCpTQKK/wf/vbGvhawt+X+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yk8M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15" o:spid="_x0000_s1036" style="position:absolute;visibility:visible;mso-wrap-style:square" from="-14,7134" to="7379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o+fMYAAADbAAAADwAAAGRycy9kb3ducmV2LnhtbESPT2vCQBTE7wW/w/IK3uqmrdgYs0pp&#10;FTxIi/8wx0f2mQSzb9Psqum3d4VCj8PM/IZJZ52pxYVaV1lW8DyIQBDnVldcKNhtF08xCOeRNdaW&#10;ScEvOZhNew8pJtpeeU2XjS9EgLBLUEHpfZNI6fKSDLqBbYiDd7StQR9kW0jd4jXATS1fomgkDVYc&#10;Fkps6KOk/LQ5GwX4vV7tj6OKfg6f42w1/8qWi3ioVP+xe5+A8NT5//Bfe6kVvL7B/Uv4AXJ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KPnzGAAAA2wAAAA8AAAAAAAAA&#10;AAAAAAAAoQIAAGRycy9kb3ducmV2LnhtbFBLBQYAAAAABAAEAPkAAACUAwAAAAA=&#10;" strokeweight=".25pt">
                    <v:stroke startarrowwidth="narrow" startarrowlength="short" endarrowwidth="narrow" endarrowlength="short"/>
                  </v:line>
                  <v:line id="Line 16" o:spid="_x0000_s1037" style="position:absolute;visibility:visible;mso-wrap-style:square" from="18861,0" to="1886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l+5b4AAADbAAAADwAAAGRycy9kb3ducmV2LnhtbERPS4vCMBC+L/gfwgh7W1NdlFKNIoIg&#10;eJBVwevQjG2xmZRm+vDfbw4Le/z43pvd6GrVUxsqzwbmswQUce5txYWB++34lYIKgmyx9kwG3hRg&#10;t518bDCzfuAf6q9SqBjCIUMDpUiTaR3ykhyGmW+II/f0rUOJsC20bXGI4a7WiyRZaYcVx4YSGzqU&#10;lL+unTPQyfNM471LH5TyUob0snT9xZjP6bhfgxIa5V/85z5ZA99xbPwSf4De/g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KGX7lvgAAANsAAAAPAAAAAAAAAAAAAAAAAKEC&#10;AABkcnMvZG93bnJldi54bWxQSwUGAAAAAAQABAD5AAAAjAMAAAAA&#10;" strokeweight="1pt">
                    <v:stroke startarrowwidth="narrow" startarrowlength="short" endarrowwidth="narrow" endarrowlength="short"/>
                  </v:line>
                </v:group>
              </v:group>
              <v:rect id="Rectangle 17" o:spid="_x0000_s1038" style="position:absolute;left:11932;top:2854;width:3414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  <v:textbox inset="1pt,1pt,1pt,1pt">
                  <w:txbxContent>
                    <w:p w:rsidR="00E15680" w:rsidRDefault="00E1568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46-97 - ОС</w:t>
                      </w:r>
                    </w:p>
                  </w:txbxContent>
                </v:textbox>
              </v:rect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margin">
                <wp:posOffset>4445</wp:posOffset>
              </wp:positionH>
              <wp:positionV relativeFrom="paragraph">
                <wp:posOffset>1276985</wp:posOffset>
              </wp:positionV>
              <wp:extent cx="6370955" cy="507365"/>
              <wp:effectExtent l="0" t="0" r="29845" b="45085"/>
              <wp:wrapNone/>
              <wp:docPr id="16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0955" cy="507365"/>
                        <a:chOff x="4" y="0"/>
                        <a:chExt cx="19996" cy="20000"/>
                      </a:xfrm>
                    </wpg:grpSpPr>
                    <wpg:grpSp>
                      <wpg:cNvPr id="17" name="Group 19"/>
                      <wpg:cNvGrpSpPr>
                        <a:grpSpLocks/>
                      </wpg:cNvGrpSpPr>
                      <wpg:grpSpPr bwMode="auto">
                        <a:xfrm>
                          <a:off x="4" y="0"/>
                          <a:ext cx="19996" cy="20000"/>
                          <a:chOff x="4" y="0"/>
                          <a:chExt cx="19996" cy="20000"/>
                        </a:xfrm>
                      </wpg:grpSpPr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866" y="1427"/>
                            <a:ext cx="1024" cy="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680" w:rsidRDefault="00E156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19" name="Group 21"/>
                        <wpg:cNvGrpSpPr>
                          <a:grpSpLocks/>
                        </wpg:cNvGrpSpPr>
                        <wpg:grpSpPr bwMode="auto">
                          <a:xfrm>
                            <a:off x="4" y="0"/>
                            <a:ext cx="19996" cy="20000"/>
                            <a:chOff x="-14" y="0"/>
                            <a:chExt cx="20014" cy="20000"/>
                          </a:xfrm>
                        </wpg:grpSpPr>
                        <wps:wsp>
                          <wps:cNvPr id="2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7134"/>
                              <a:ext cx="1139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98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4268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0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9975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7134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27" name="Rectangle 29"/>
                      <wps:cNvSpPr>
                        <a:spLocks noChangeArrowheads="1"/>
                      </wps:cNvSpPr>
                      <wps:spPr bwMode="auto">
                        <a:xfrm>
                          <a:off x="11932" y="2854"/>
                          <a:ext cx="3414" cy="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680" w:rsidRDefault="00E1568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46-97 - ОС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39" style="position:absolute;margin-left:.35pt;margin-top:100.55pt;width:501.65pt;height:39.95pt;z-index:251655168;mso-position-horizontal-relative:margin" coordorigin="4" coordsize="1999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" o:allowincell="f">
              <v:group id="Group 19" o:spid="_x0000_s1040" style="position:absolute;left:4;width:19996;height:20000" coordorigin="4" coordsize="1999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rect id="Rectangle 20" o:spid="_x0000_s1041" style="position:absolute;left:18866;top:1427;width:1024;height:5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E15680" w:rsidRDefault="00E156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xbxContent>
                  </v:textbox>
                </v:rect>
                <v:group id="Group 21" o:spid="_x0000_s1042" style="position:absolute;left:4;width:19996;height:20000" coordorigin="-14" coordsize="2001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22" o:spid="_x0000_s1043" style="position:absolute;visibility:visible;mso-wrap-style:square" from="18861,7134" to="20000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ow1cAAAADbAAAADwAAAGRycy9kb3ducmV2LnhtbERPy4rCMBTdD/gP4QruxlQR0WoU8QEu&#10;RPGFLi/NtS02N7XJaOfvzUJweTjv8bQ2hXhS5XLLCjrtCARxYnXOqYLTcfU7AOE8ssbCMin4JwfT&#10;SeNnjLG2L97T8+BTEULYxagg876MpXRJRgZd25bEgbvZyqAPsEqlrvAVwk0hu1HUlwZzDg0ZljTP&#10;KLkf/owC3O0351s/p8dlMbxultvrejXoKdVq1rMRCE+1/4o/7rVW0A3rw5fwA+Tk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X6MNXAAAAA2wAAAA8AAAAAAAAAAAAAAAAA&#10;oQIAAGRycy9kb3ducmV2LnhtbFBLBQYAAAAABAAEAPkAAACOAwAAAAA=&#10;" strokeweight=".25pt">
                    <v:stroke startarrowwidth="narrow" startarrowlength="short" endarrowwidth="narrow" endarrowlength="short"/>
                  </v:line>
                  <v:line id="Line 23" o:spid="_x0000_s1044" style="position:absolute;visibility:visible;mso-wrap-style:square" from="1999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pBpcEAAADbAAAADwAAAGRycy9kb3ducmV2LnhtbESPS4vCQBCE7wv+h6EFb+tEQQlZR1kW&#10;BMGD+ACvTaZNwmZ6Qqbz8N87wsIei6r6itrsRlerntpQeTawmCegiHNvKy4M3K77zxRUEGSLtWcy&#10;8KQAu+3kY4OZ9QOfqb9IoSKEQ4YGSpEm0zrkJTkMc98QR+/hW4cSZVto2+IQ4a7WyyRZa4cVx4US&#10;G/opKf+9dM5AJ48jjbcuvVPKKxnS08r1J2Nm0/H7C5TQKP/hv/bBGlgu4P0l/gC9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+kGl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24" o:spid="_x0000_s1045" style="position:absolute;visibility:visible;mso-wrap-style:square" from="-14,14268" to="7379,14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QLOcYAAADbAAAADwAAAGRycy9kb3ducmV2LnhtbESPQWvCQBSE74L/YXlCb7oxlGDTrCJt&#10;AzlIi7aix0f2mYRm36bZVeO/7xaEHoeZ+YbJVoNpxYV611hWMJ9FIIhLqxuuFHx95tMFCOeRNbaW&#10;ScGNHKyW41GGqbZX3tJl5ysRIOxSVFB736VSurImg25mO+LgnWxv0AfZV1L3eA1w08o4ihJpsOGw&#10;UGNHLzWV37uzUYAf283+lDT0c3h9Om7e3o9FvnhU6mEyrJ9BeBr8f/jeLrSCOIa/L+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kCznGAAAA2wAAAA8AAAAAAAAA&#10;AAAAAAAAoQIAAGRycy9kb3ducmV2LnhtbFBLBQYAAAAABAAEAPkAAACUAwAAAAA=&#10;" strokeweight=".25pt">
                    <v:stroke startarrowwidth="narrow" startarrowlength="short" endarrowwidth="narrow" endarrowlength="short"/>
                  </v:line>
                  <v:line id="Line 25" o:spid="_x0000_s1046" style="position:absolute;visibility:visible;mso-wrap-style:square" from="-14,0" to="20000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R6ScEAAADbAAAADwAAAGRycy9kb3ducmV2LnhtbESPX2vCQBDE3wv9DscW+lYvVSwhekoR&#10;BMEH0Qq+Lrk1Ceb2Qm7zx2/fEwQfh5n5DbNcj65WPbWh8mzge5KAIs69rbgwcP7bfqWggiBbrD2T&#10;gTsFWK/e35aYWT/wkfqTFCpCOGRooBRpMq1DXpLDMPENcfSuvnUoUbaFti0OEe5qPU2SH+2w4rhQ&#10;YkObkvLbqXMGOrnuaTx36YVSnsuQHuauPxjz+TH+LkAJjfIKP9s7a2A6g8eX+AP0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ZHpJ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26" o:spid="_x0000_s1047" style="position:absolute;visibility:visible;mso-wrap-style:square" from="-14,1997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3iPcEAAADbAAAADwAAAGRycy9kb3ducmV2LnhtbESPX2vCQBDE3wv9DscW+lYvFS0hekoR&#10;BMEH0Qq+Lrk1Ceb2Qm7zx2/fEwQfh5n5DbNcj65WPbWh8mzge5KAIs69rbgwcP7bfqWggiBbrD2T&#10;gTsFWK/e35aYWT/wkfqTFCpCOGRooBRpMq1DXpLDMPENcfSuvnUoUbaFti0OEe5qPU2SH+2w4rhQ&#10;YkObkvLbqXMGOrnuaTx36YVSnsuQHuauPxjz+TH+LkAJjfIKP9s7a2A6g8eX+AP0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jeI9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  <v:line id="Line 27" o:spid="_x0000_s1048" style="position:absolute;visibility:visible;mso-wrap-style:square" from="-14,7134" to="7379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2TTcQAAADbAAAADwAAAGRycy9kb3ducmV2LnhtbESPQYvCMBSE78L+h/AWvGmqqGg1yqIr&#10;eBBFV9Hjo3m2ZZuXbhO1/nsjCHscZuYbZjKrTSFuVLncsoJOOwJBnFidc6rg8LNsDUE4j6yxsEwK&#10;HuRgNv1oTDDW9s47uu19KgKEXYwKMu/LWEqXZGTQtW1JHLyLrQz6IKtU6grvAW4K2Y2igTSYc1jI&#10;sKR5Rsnv/moU4Ha3Pl4GOf2dFqPz+ntzXi2HPaWan/XXGISn2v+H3+2VVtDtw+tL+AFy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jZNNxAAAANsAAAAPAAAAAAAAAAAA&#10;AAAAAKECAABkcnMvZG93bnJldi54bWxQSwUGAAAAAAQABAD5AAAAkgMAAAAA&#10;" strokeweight=".25pt">
                    <v:stroke startarrowwidth="narrow" startarrowlength="short" endarrowwidth="narrow" endarrowlength="short"/>
                  </v:line>
                  <v:line id="Line 28" o:spid="_x0000_s1049" style="position:absolute;visibility:visible;mso-wrap-style:square" from="18861,0" to="1886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PZ0cEAAADbAAAADwAAAGRycy9kb3ducmV2LnhtbESPS4vCQBCE74L/YeiFvelkBSVER1kW&#10;hIU9iA/w2mTaJJjpCZnOw3/vLAgei6r6itrsRlerntpQeTbwNU9AEefeVlwYuJz3sxRUEGSLtWcy&#10;8KAAu+10ssHM+oGP1J+kUBHCIUMDpUiTaR3ykhyGuW+Io3fzrUOJsi20bXGIcFfrRZKstMOK40KJ&#10;Df2UlN9PnTPQye2PxkuXXinlpQzpYen6gzGfH+P3GpTQKO/wq/1rDSxW8P8l/gC9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E9nRwQAAANsAAAAPAAAAAAAAAAAAAAAA&#10;AKECAABkcnMvZG93bnJldi54bWxQSwUGAAAAAAQABAD5AAAAjwMAAAAA&#10;" strokeweight="1pt">
                    <v:stroke startarrowwidth="narrow" startarrowlength="short" endarrowwidth="narrow" endarrowlength="short"/>
                  </v:line>
                </v:group>
              </v:group>
              <v:rect id="Rectangle 29" o:spid="_x0000_s1050" style="position:absolute;left:11932;top:2854;width:3414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xM3cIA&#10;AADbAAAADwAAAGRycy9kb3ducmV2LnhtbESPwWrDMBBE74H8g9hAb7GcUBLXtRJMINBr3QR6XKyt&#10;7dZaOZJiu39fFQo9DjPzhimOs+nFSM53lhVskhQEcW11x42Cy9t5nYHwAVljb5kUfJOH42G5KDDX&#10;duJXGqvQiAhhn6OCNoQhl9LXLRn0iR2Io/dhncEQpWukdjhFuOnlNk130mDHcaHFgU4t1V/V3Sgo&#10;y8/5eque8OxllrqdftRN+a7Uw2oun0EEmsN/+K/9ohVs9/D7Jf4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EzdwgAAANsAAAAPAAAAAAAAAAAAAAAAAJgCAABkcnMvZG93&#10;bnJldi54bWxQSwUGAAAAAAQABAD1AAAAhwMAAAAA&#10;" filled="f" stroked="f" strokeweight=".25pt">
                <v:textbox inset="1pt,1pt,1pt,1pt">
                  <w:txbxContent>
                    <w:p w:rsidR="00E15680" w:rsidRDefault="00E1568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46-97 - ОС</w:t>
                      </w:r>
                    </w:p>
                  </w:txbxContent>
                </v:textbox>
              </v:rect>
              <w10:wrap anchorx="margin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4144" behindDoc="0" locked="0" layoutInCell="0" allowOverlap="1">
              <wp:simplePos x="0" y="0"/>
              <wp:positionH relativeFrom="margin">
                <wp:posOffset>4445</wp:posOffset>
              </wp:positionH>
              <wp:positionV relativeFrom="paragraph">
                <wp:posOffset>1276985</wp:posOffset>
              </wp:positionV>
              <wp:extent cx="6370955" cy="507365"/>
              <wp:effectExtent l="0" t="0" r="29845" b="45085"/>
              <wp:wrapNone/>
              <wp:docPr id="1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70955" cy="507365"/>
                        <a:chOff x="4" y="0"/>
                        <a:chExt cx="19996" cy="20000"/>
                      </a:xfrm>
                    </wpg:grpSpPr>
                    <wpg:grpSp>
                      <wpg:cNvPr id="4" name="Group 31"/>
                      <wpg:cNvGrpSpPr>
                        <a:grpSpLocks/>
                      </wpg:cNvGrpSpPr>
                      <wpg:grpSpPr bwMode="auto">
                        <a:xfrm>
                          <a:off x="4" y="0"/>
                          <a:ext cx="19996" cy="20000"/>
                          <a:chOff x="4" y="0"/>
                          <a:chExt cx="19996" cy="20000"/>
                        </a:xfrm>
                      </wpg:grpSpPr>
                      <wps:wsp>
                        <wps:cNvPr id="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866" y="1427"/>
                            <a:ext cx="1024" cy="5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680" w:rsidRDefault="00E156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g:grpSp>
                        <wpg:cNvPr id="6" name="Group 33"/>
                        <wpg:cNvGrpSpPr>
                          <a:grpSpLocks/>
                        </wpg:cNvGrpSpPr>
                        <wpg:grpSpPr bwMode="auto">
                          <a:xfrm>
                            <a:off x="4" y="0"/>
                            <a:ext cx="19996" cy="20000"/>
                            <a:chOff x="-14" y="0"/>
                            <a:chExt cx="20014" cy="20000"/>
                          </a:xfrm>
                        </wpg:grpSpPr>
                        <wps:wsp>
                          <wps:cNvPr id="7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7134"/>
                              <a:ext cx="1139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998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4268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0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19975"/>
                              <a:ext cx="20014" cy="2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4" y="7134"/>
                              <a:ext cx="7393" cy="2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861" y="0"/>
                              <a:ext cx="2" cy="200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4" name="Rectangle 41"/>
                      <wps:cNvSpPr>
                        <a:spLocks noChangeArrowheads="1"/>
                      </wps:cNvSpPr>
                      <wps:spPr bwMode="auto">
                        <a:xfrm>
                          <a:off x="11932" y="2854"/>
                          <a:ext cx="3414" cy="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680" w:rsidRDefault="00E15680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46-97 - ОС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51" style="position:absolute;margin-left:.35pt;margin-top:100.55pt;width:501.65pt;height:39.95pt;z-index:251654144;mso-position-horizontal-relative:margin" coordorigin="4" coordsize="19996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" o:allowincell="f">
              <v:group id="Group 31" o:spid="_x0000_s1052" style="position:absolute;left:4;width:19996;height:20000" coordorigin="4" coordsize="19996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32" o:spid="_x0000_s1053" style="position:absolute;left:18866;top:1427;width:1024;height:5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fL8EA&#10;AADaAAAADwAAAGRycy9kb3ducmV2LnhtbESPQWvCQBSE7wX/w/KE3ppNpQYbs0oQhF4bK3h8ZF+T&#10;2OzbuLua9N93BaHHYWa+YYrtZHpxI+c7ywpekxQEcW11x42Cr8P+ZQXCB2SNvWVS8EsetpvZU4G5&#10;tiN/0q0KjYgQ9jkqaEMYcil93ZJBn9iBOHrf1hkMUbpGaodjhJteLtI0kwY7jgstDrRrqf6prkZB&#10;WZ6n46V6x72Xq9Rl+k035Ump5/lUrkEEmsJ/+NH+0AqWcL8Sb4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VXy/BAAAA2gAAAA8AAAAAAAAAAAAAAAAAmAIAAGRycy9kb3du&#10;cmV2LnhtbFBLBQYAAAAABAAEAPUAAACGAwAAAAA=&#10;" filled="f" stroked="f" strokeweight=".25pt">
                  <v:textbox inset="1pt,1pt,1pt,1pt">
                    <w:txbxContent>
                      <w:p w:rsidR="00E15680" w:rsidRDefault="00E156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Лист</w:t>
                        </w:r>
                      </w:p>
                    </w:txbxContent>
                  </v:textbox>
                </v:rect>
                <v:group id="Group 33" o:spid="_x0000_s1054" style="position:absolute;left:4;width:19996;height:20000" coordorigin="-14" coordsize="20014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34" o:spid="_x0000_s1055" style="position:absolute;visibility:visible;mso-wrap-style:square" from="18861,7134" to="20000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R0+8UAAADaAAAADwAAAGRycy9kb3ducmV2LnhtbESPT2vCQBTE74LfYXmF3nRTKammrlJq&#10;BQ+hEv9Qj4/sMwlm36bZbUy/fbcgeBxm5jfMfNmbWnTUusqygqdxBII4t7riQsFhvx5NQTiPrLG2&#10;TAp+ycFyMRzMMdH2yhl1O1+IAGGXoILS+yaR0uUlGXRj2xAH72xbgz7ItpC6xWuAm1pOoiiWBisO&#10;CyU29F5Sftn9GAW4zdLjOa7o+2s1O6Ufn6fNevqs1OND//YKwlPv7+Fbe6MVvMD/lXAD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R0+8UAAADaAAAADwAAAAAAAAAA&#10;AAAAAAChAgAAZHJzL2Rvd25yZXYueG1sUEsFBgAAAAAEAAQA+QAAAJMDAAAAAA==&#10;" strokeweight=".25pt">
                    <v:stroke startarrowwidth="narrow" startarrowlength="short" endarrowwidth="narrow" endarrowlength="short"/>
                  </v:line>
                  <v:line id="Line 35" o:spid="_x0000_s1056" style="position:absolute;visibility:visible;mso-wrap-style:square" from="19998,0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CaU74AAADaAAAADwAAAGRycy9kb3ducmV2LnhtbERPS2uDQBC+F/Iflgnk1qwtWMRmE0oh&#10;EOhBaoVeB3eiUndW3PGRf589BHr8+N6H0+p6NdMYOs8GXvYJKOLa244bA9XP+TkDFQTZYu+ZDNwo&#10;wOm4eTpgbv3C3zSX0qgYwiFHA63IkGsd6pYchr0fiCN39aNDiXBstB1xieGu169J8qYddhwbWhzo&#10;s6X6r5ycgUmuX7RWU/ZLGaeyZEXq5sKY3Xb9eAcltMq/+OG+WANxa7wSb4A+3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8JpTvgAAANoAAAAPAAAAAAAAAAAAAAAAAKEC&#10;AABkcnMvZG93bnJldi54bWxQSwUGAAAAAAQABAD5AAAAjAMAAAAA&#10;" strokeweight="1pt">
                    <v:stroke startarrowwidth="narrow" startarrowlength="short" endarrowwidth="narrow" endarrowlength="short"/>
                  </v:line>
                  <v:line id="Line 36" o:spid="_x0000_s1057" style="position:absolute;visibility:visible;mso-wrap-style:square" from="-14,14268" to="7379,14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dFEsMAAADaAAAADwAAAGRycy9kb3ducmV2LnhtbESPT4vCMBTE74LfITzBm6YuIlqNIq6C&#10;B1nxH3p8NM+22LzUJqvdb28WBI/DzPyGmcxqU4gHVS63rKDXjUAQJ1bnnCo4HladIQjnkTUWlknB&#10;HzmYTZuNCcbaPnlHj71PRYCwi1FB5n0ZS+mSjAy6ri2Jg3e1lUEfZJVKXeEzwE0hv6JoIA3mHBYy&#10;LGmRUXLb/xoFuN1tTtdBTvfz9+iyWf5c1qthX6l2q56PQXiq/Sf8bq+1ghH8Xwk3QE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3RRLDAAAA2gAAAA8AAAAAAAAAAAAA&#10;AAAAoQIAAGRycy9kb3ducmV2LnhtbFBLBQYAAAAABAAEAPkAAACRAwAAAAA=&#10;" strokeweight=".25pt">
                    <v:stroke startarrowwidth="narrow" startarrowlength="short" endarrowwidth="narrow" endarrowlength="short"/>
                  </v:line>
                  <v:line id="Line 37" o:spid="_x0000_s1058" style="position:absolute;visibility:visible;mso-wrap-style:square" from="-14,0" to="20000,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ug8IAAADbAAAADwAAAGRycy9kb3ducmV2LnhtbESPzWrDQAyE74W+w6JCb/U6hRTjZBNC&#10;oFDoITQN5Cq8im3i1Rqv/NO3rw6F3iRmNPNpu19CZyYaUhvZwSrLwRBX0bdcO7h8v78UYJIge+wi&#10;k4MfSrDfPT5ssfRx5i+azlIbDeFUooNGpC+tTVVDAVMWe2LVbnEIKLoOtfUDzhoeOvua5282YMva&#10;0GBPx4aq+3kMDka5fdJyGYsrFbyWuTitw3Ry7vlpOWzACC3yb/67/vCKr/T6iw5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oug8IAAADbAAAADwAAAAAAAAAAAAAA&#10;AAChAgAAZHJzL2Rvd25yZXYueG1sUEsFBgAAAAAEAAQA+QAAAJADAAAAAA==&#10;" strokeweight="1pt">
                    <v:stroke startarrowwidth="narrow" startarrowlength="short" endarrowwidth="narrow" endarrowlength="short"/>
                  </v:line>
                  <v:line id="Line 38" o:spid="_x0000_s1059" style="position:absolute;visibility:visible;mso-wrap-style:square" from="-14,19975" to="20000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aLGL4AAADbAAAADwAAAGRycy9kb3ducmV2LnhtbERPS4vCMBC+C/6HMII3TRVcStcoIgiC&#10;B1lX2OvQjG2xmZRm+vDfm4WFvc3H95ztfnS16qkNlWcDq2UCijj3tuLCwP37tEhBBUG2WHsmAy8K&#10;sN9NJ1vMrB/4i/qbFCqGcMjQQCnSZFqHvCSHYekb4sg9fOtQImwLbVscYrir9TpJPrTDimNDiQ0d&#10;S8qft84Z6ORxofHepT+U8kaG9Lpx/dWY+Ww8fIISGuVf/Oc+2zh/Bb+/xAP07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QlosYvgAAANsAAAAPAAAAAAAAAAAAAAAAAKEC&#10;AABkcnMvZG93bnJldi54bWxQSwUGAAAAAAQABAD5AAAAjAMAAAAA&#10;" strokeweight="1pt">
                    <v:stroke startarrowwidth="narrow" startarrowlength="short" endarrowwidth="narrow" endarrowlength="short"/>
                  </v:line>
                  <v:line id="Line 39" o:spid="_x0000_s1060" style="position:absolute;visibility:visible;mso-wrap-style:square" from="-14,7134" to="7379,7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jBhMMAAADbAAAADwAAAGRycy9kb3ducmV2LnhtbERPS2vCQBC+F/wPywi91Y2hiKZZRbSC&#10;B6n4KM1xyI5JaHY2zW5j+u/dguBtPr7npIve1KKj1lWWFYxHEQji3OqKCwXn0+ZlCsJ5ZI21ZVLw&#10;Rw4W88FTiom2Vz5Qd/SFCCHsElRQet8kUrq8JINuZBviwF1sa9AH2BZSt3gN4aaWcRRNpMGKQ0OJ&#10;Da1Kyr+Pv0YB7g+7z8ukop+v9SzbvX9k2830VannYb98A+Gp9w/x3b3VYX4M/7+E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IwYTDAAAA2wAAAA8AAAAAAAAAAAAA&#10;AAAAoQIAAGRycy9kb3ducmV2LnhtbFBLBQYAAAAABAAEAPkAAACRAwAAAAA=&#10;" strokeweight=".25pt">
                    <v:stroke startarrowwidth="narrow" startarrowlength="short" endarrowwidth="narrow" endarrowlength="short"/>
                  </v:line>
                  <v:line id="Line 40" o:spid="_x0000_s1061" style="position:absolute;visibility:visible;mso-wrap-style:square" from="18861,0" to="18863,2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tucAAAADaAAAADwAAAGRycy9kb3ducmV2LnhtbESPzYrCQBCE74LvMLTgTScKSsg6igiC&#10;sAdZFfbaZNokmOkJmc7Pvr2zsLDHoqq+onaH0dWqpzZUng2slgko4tzbigsDj/t5kYIKgmyx9kwG&#10;fijAYT+d7DCzfuAv6m9SqAjhkKGBUqTJtA55SQ7D0jfE0Xv61qFE2RbatjhEuKv1Okm22mHFcaHE&#10;hk4l5a9b5wx08vyk8dGl35TyRob0unH91Zj5bDx+gBIa5T/8175YA2v4vRJvgN6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YrbnAAAAA2gAAAA8AAAAAAAAAAAAAAAAA&#10;oQIAAGRycy9kb3ducmV2LnhtbFBLBQYAAAAABAAEAPkAAACOAwAAAAA=&#10;" strokeweight="1pt">
                    <v:stroke startarrowwidth="narrow" startarrowlength="short" endarrowwidth="narrow" endarrowlength="short"/>
                  </v:line>
                </v:group>
              </v:group>
              <v:rect id="Rectangle 41" o:spid="_x0000_s1062" style="position:absolute;left:11932;top:2854;width:3414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<v:textbox inset="1pt,1pt,1pt,1pt">
                  <w:txbxContent>
                    <w:p w:rsidR="00E15680" w:rsidRDefault="00E15680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46-97 - ОС</w:t>
                      </w:r>
                    </w:p>
                  </w:txbxContent>
                </v:textbox>
              </v:rect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DD" w:rsidRDefault="005F17DD">
      <w:r>
        <w:separator/>
      </w:r>
    </w:p>
  </w:footnote>
  <w:footnote w:type="continuationSeparator" w:id="0">
    <w:p w:rsidR="005F17DD" w:rsidRDefault="005F1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680" w:rsidRDefault="00D7330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904240</wp:posOffset>
              </wp:positionH>
              <wp:positionV relativeFrom="page">
                <wp:posOffset>254000</wp:posOffset>
              </wp:positionV>
              <wp:extent cx="6407150" cy="635"/>
              <wp:effectExtent l="0" t="0" r="12700" b="37465"/>
              <wp:wrapNone/>
              <wp:docPr id="4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.2pt,20pt" to="575.7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7311390</wp:posOffset>
              </wp:positionH>
              <wp:positionV relativeFrom="page">
                <wp:posOffset>253365</wp:posOffset>
              </wp:positionV>
              <wp:extent cx="635" cy="10135235"/>
              <wp:effectExtent l="0" t="0" r="37465" b="18415"/>
              <wp:wrapNone/>
              <wp:docPr id="4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135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pt,19.95pt" to="575.7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" o:allowincell="f" strokeweight="1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64667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3BACB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C83220"/>
    <w:multiLevelType w:val="hybridMultilevel"/>
    <w:tmpl w:val="E8DCEF1A"/>
    <w:lvl w:ilvl="0" w:tplc="A018649C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8F42389"/>
    <w:multiLevelType w:val="multilevel"/>
    <w:tmpl w:val="5DE8EE5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0B986983"/>
    <w:multiLevelType w:val="hybridMultilevel"/>
    <w:tmpl w:val="AABEB8A2"/>
    <w:lvl w:ilvl="0" w:tplc="614E48F8">
      <w:start w:val="1"/>
      <w:numFmt w:val="decimal"/>
      <w:lvlText w:val="%1."/>
      <w:lvlJc w:val="left"/>
      <w:pPr>
        <w:tabs>
          <w:tab w:val="num" w:pos="823"/>
        </w:tabs>
        <w:ind w:left="256"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00B18BF"/>
    <w:multiLevelType w:val="multilevel"/>
    <w:tmpl w:val="492A3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>
    <w:nsid w:val="16892B9F"/>
    <w:multiLevelType w:val="multilevel"/>
    <w:tmpl w:val="5E44BBBA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7">
    <w:nsid w:val="1B5707DC"/>
    <w:multiLevelType w:val="multilevel"/>
    <w:tmpl w:val="D43C9F22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8">
    <w:nsid w:val="1BA66389"/>
    <w:multiLevelType w:val="multilevel"/>
    <w:tmpl w:val="EA463FDC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9">
    <w:nsid w:val="1E7E0563"/>
    <w:multiLevelType w:val="multilevel"/>
    <w:tmpl w:val="D24E733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>
    <w:nsid w:val="200775D5"/>
    <w:multiLevelType w:val="hybridMultilevel"/>
    <w:tmpl w:val="E97E0D54"/>
    <w:lvl w:ilvl="0" w:tplc="F4AAC7B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>
    <w:nsid w:val="22D61272"/>
    <w:multiLevelType w:val="hybridMultilevel"/>
    <w:tmpl w:val="91560D74"/>
    <w:lvl w:ilvl="0" w:tplc="3C5E5B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CC7F5D"/>
    <w:multiLevelType w:val="multilevel"/>
    <w:tmpl w:val="C5221F2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13">
    <w:nsid w:val="29B66111"/>
    <w:multiLevelType w:val="multilevel"/>
    <w:tmpl w:val="492A3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4">
    <w:nsid w:val="2C450314"/>
    <w:multiLevelType w:val="multilevel"/>
    <w:tmpl w:val="D43C9F22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15">
    <w:nsid w:val="30171F20"/>
    <w:multiLevelType w:val="multilevel"/>
    <w:tmpl w:val="5E4851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7A7F28"/>
    <w:multiLevelType w:val="multilevel"/>
    <w:tmpl w:val="4588EB5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3C6D68EE"/>
    <w:multiLevelType w:val="multilevel"/>
    <w:tmpl w:val="16D41FFA"/>
    <w:lvl w:ilvl="0">
      <w:start w:val="8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18">
    <w:nsid w:val="45D6659C"/>
    <w:multiLevelType w:val="hybridMultilevel"/>
    <w:tmpl w:val="3A902E02"/>
    <w:lvl w:ilvl="0" w:tplc="5646462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2C3CD9"/>
    <w:multiLevelType w:val="multilevel"/>
    <w:tmpl w:val="D22214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/>
      </w:rPr>
    </w:lvl>
  </w:abstractNum>
  <w:abstractNum w:abstractNumId="20">
    <w:nsid w:val="47FA0EBB"/>
    <w:multiLevelType w:val="multilevel"/>
    <w:tmpl w:val="7A9AF7E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21">
    <w:nsid w:val="55BB4120"/>
    <w:multiLevelType w:val="multilevel"/>
    <w:tmpl w:val="7F3EEB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8DD5D21"/>
    <w:multiLevelType w:val="multilevel"/>
    <w:tmpl w:val="C5221F2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23">
    <w:nsid w:val="68974745"/>
    <w:multiLevelType w:val="multilevel"/>
    <w:tmpl w:val="82F4435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24">
    <w:nsid w:val="6C4F7137"/>
    <w:multiLevelType w:val="multilevel"/>
    <w:tmpl w:val="5840FA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/>
      </w:rPr>
    </w:lvl>
  </w:abstractNum>
  <w:abstractNum w:abstractNumId="25">
    <w:nsid w:val="6FFA2832"/>
    <w:multiLevelType w:val="hybridMultilevel"/>
    <w:tmpl w:val="95541CCC"/>
    <w:lvl w:ilvl="0" w:tplc="2320CD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E9AABF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781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A22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1A7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583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11EB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D6A45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2360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0B634D6"/>
    <w:multiLevelType w:val="multilevel"/>
    <w:tmpl w:val="9D16C5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9F31D0"/>
    <w:multiLevelType w:val="hybridMultilevel"/>
    <w:tmpl w:val="9D16C5DA"/>
    <w:lvl w:ilvl="0" w:tplc="594C1F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4A50AC"/>
    <w:multiLevelType w:val="multilevel"/>
    <w:tmpl w:val="08EEDD1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9">
    <w:nsid w:val="78A10722"/>
    <w:multiLevelType w:val="multilevel"/>
    <w:tmpl w:val="5DE8EE5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0">
    <w:nsid w:val="7A902FD1"/>
    <w:multiLevelType w:val="multilevel"/>
    <w:tmpl w:val="D43C9F22"/>
    <w:lvl w:ilvl="0">
      <w:start w:val="8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7.%2.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34"/>
        </w:tabs>
        <w:ind w:left="38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52"/>
        </w:tabs>
        <w:ind w:left="4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8"/>
        </w:tabs>
        <w:ind w:left="7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6"/>
        </w:tabs>
        <w:ind w:left="82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4"/>
        </w:tabs>
        <w:ind w:left="9504" w:hanging="2160"/>
      </w:pPr>
      <w:rPr>
        <w:rFonts w:cs="Times New Roman" w:hint="default"/>
      </w:rPr>
    </w:lvl>
  </w:abstractNum>
  <w:abstractNum w:abstractNumId="31">
    <w:nsid w:val="7DE63CFD"/>
    <w:multiLevelType w:val="multilevel"/>
    <w:tmpl w:val="D22214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7"/>
  </w:num>
  <w:num w:numId="4">
    <w:abstractNumId w:val="4"/>
  </w:num>
  <w:num w:numId="5">
    <w:abstractNumId w:val="26"/>
  </w:num>
  <w:num w:numId="6">
    <w:abstractNumId w:val="1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20"/>
  </w:num>
  <w:num w:numId="12">
    <w:abstractNumId w:val="2"/>
  </w:num>
  <w:num w:numId="13">
    <w:abstractNumId w:val="22"/>
  </w:num>
  <w:num w:numId="14">
    <w:abstractNumId w:val="30"/>
  </w:num>
  <w:num w:numId="15">
    <w:abstractNumId w:val="5"/>
  </w:num>
  <w:num w:numId="16">
    <w:abstractNumId w:val="3"/>
  </w:num>
  <w:num w:numId="17">
    <w:abstractNumId w:val="28"/>
  </w:num>
  <w:num w:numId="18">
    <w:abstractNumId w:val="29"/>
  </w:num>
  <w:num w:numId="19">
    <w:abstractNumId w:val="25"/>
  </w:num>
  <w:num w:numId="20">
    <w:abstractNumId w:val="25"/>
  </w:num>
  <w:num w:numId="21">
    <w:abstractNumId w:val="31"/>
  </w:num>
  <w:num w:numId="22">
    <w:abstractNumId w:val="25"/>
  </w:num>
  <w:num w:numId="23">
    <w:abstractNumId w:val="19"/>
  </w:num>
  <w:num w:numId="24">
    <w:abstractNumId w:val="11"/>
  </w:num>
  <w:num w:numId="25">
    <w:abstractNumId w:val="15"/>
  </w:num>
  <w:num w:numId="26">
    <w:abstractNumId w:val="24"/>
  </w:num>
  <w:num w:numId="27">
    <w:abstractNumId w:val="10"/>
  </w:num>
  <w:num w:numId="28">
    <w:abstractNumId w:val="16"/>
  </w:num>
  <w:num w:numId="29">
    <w:abstractNumId w:val="23"/>
  </w:num>
  <w:num w:numId="30">
    <w:abstractNumId w:val="8"/>
  </w:num>
  <w:num w:numId="31">
    <w:abstractNumId w:val="17"/>
  </w:num>
  <w:num w:numId="32">
    <w:abstractNumId w:val="14"/>
  </w:num>
  <w:num w:numId="33">
    <w:abstractNumId w:val="7"/>
  </w:num>
  <w:num w:numId="3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CE"/>
    <w:rsid w:val="00013D13"/>
    <w:rsid w:val="0001633E"/>
    <w:rsid w:val="00021DFA"/>
    <w:rsid w:val="00022F7F"/>
    <w:rsid w:val="00034183"/>
    <w:rsid w:val="00034B26"/>
    <w:rsid w:val="00041E25"/>
    <w:rsid w:val="00045C3A"/>
    <w:rsid w:val="00046A00"/>
    <w:rsid w:val="00053CD2"/>
    <w:rsid w:val="00061ABE"/>
    <w:rsid w:val="00062173"/>
    <w:rsid w:val="00063E8F"/>
    <w:rsid w:val="000640F3"/>
    <w:rsid w:val="00065225"/>
    <w:rsid w:val="00071608"/>
    <w:rsid w:val="0008599C"/>
    <w:rsid w:val="000872DD"/>
    <w:rsid w:val="00096F22"/>
    <w:rsid w:val="000A3DBE"/>
    <w:rsid w:val="000A7625"/>
    <w:rsid w:val="000C18B4"/>
    <w:rsid w:val="000C4B3E"/>
    <w:rsid w:val="000D1D03"/>
    <w:rsid w:val="000D1D79"/>
    <w:rsid w:val="000D51CE"/>
    <w:rsid w:val="000F28FC"/>
    <w:rsid w:val="000F446E"/>
    <w:rsid w:val="00112A45"/>
    <w:rsid w:val="00143721"/>
    <w:rsid w:val="00145425"/>
    <w:rsid w:val="001464DF"/>
    <w:rsid w:val="00150944"/>
    <w:rsid w:val="001530AA"/>
    <w:rsid w:val="00154936"/>
    <w:rsid w:val="00162E56"/>
    <w:rsid w:val="00170E7C"/>
    <w:rsid w:val="001916B7"/>
    <w:rsid w:val="001945A3"/>
    <w:rsid w:val="00196751"/>
    <w:rsid w:val="001A2850"/>
    <w:rsid w:val="001A79CB"/>
    <w:rsid w:val="001B0BD9"/>
    <w:rsid w:val="001B5C86"/>
    <w:rsid w:val="001C154A"/>
    <w:rsid w:val="001C28FB"/>
    <w:rsid w:val="001C3E7E"/>
    <w:rsid w:val="001C76F4"/>
    <w:rsid w:val="001C7EE8"/>
    <w:rsid w:val="002003B0"/>
    <w:rsid w:val="00200FFE"/>
    <w:rsid w:val="002037AB"/>
    <w:rsid w:val="00206D6D"/>
    <w:rsid w:val="0021117E"/>
    <w:rsid w:val="0024561A"/>
    <w:rsid w:val="00245C81"/>
    <w:rsid w:val="00252378"/>
    <w:rsid w:val="0029700F"/>
    <w:rsid w:val="002A13DC"/>
    <w:rsid w:val="002A5222"/>
    <w:rsid w:val="002A68A9"/>
    <w:rsid w:val="002A7103"/>
    <w:rsid w:val="002B2F94"/>
    <w:rsid w:val="002C5229"/>
    <w:rsid w:val="002D62E7"/>
    <w:rsid w:val="002E2939"/>
    <w:rsid w:val="002F2BC3"/>
    <w:rsid w:val="002F439F"/>
    <w:rsid w:val="002F5036"/>
    <w:rsid w:val="00305989"/>
    <w:rsid w:val="003071B5"/>
    <w:rsid w:val="003143B3"/>
    <w:rsid w:val="0032434C"/>
    <w:rsid w:val="0033038F"/>
    <w:rsid w:val="00332175"/>
    <w:rsid w:val="0033274D"/>
    <w:rsid w:val="0034149F"/>
    <w:rsid w:val="003461D3"/>
    <w:rsid w:val="00350DC2"/>
    <w:rsid w:val="0035450A"/>
    <w:rsid w:val="00364AAC"/>
    <w:rsid w:val="00371D0E"/>
    <w:rsid w:val="00372FDC"/>
    <w:rsid w:val="00380A90"/>
    <w:rsid w:val="00380C21"/>
    <w:rsid w:val="00386915"/>
    <w:rsid w:val="0038700B"/>
    <w:rsid w:val="00387EF0"/>
    <w:rsid w:val="00390957"/>
    <w:rsid w:val="00396ACD"/>
    <w:rsid w:val="003A10F3"/>
    <w:rsid w:val="003A359D"/>
    <w:rsid w:val="003A6A33"/>
    <w:rsid w:val="003B5FFB"/>
    <w:rsid w:val="003F1218"/>
    <w:rsid w:val="003F365F"/>
    <w:rsid w:val="003F4BB6"/>
    <w:rsid w:val="00407969"/>
    <w:rsid w:val="0041041C"/>
    <w:rsid w:val="00437F36"/>
    <w:rsid w:val="00440949"/>
    <w:rsid w:val="004540BD"/>
    <w:rsid w:val="00460D0A"/>
    <w:rsid w:val="00465011"/>
    <w:rsid w:val="00465FD4"/>
    <w:rsid w:val="00476F4B"/>
    <w:rsid w:val="00477DF8"/>
    <w:rsid w:val="004836C7"/>
    <w:rsid w:val="00484C8C"/>
    <w:rsid w:val="0048545D"/>
    <w:rsid w:val="004A134D"/>
    <w:rsid w:val="004A1BEF"/>
    <w:rsid w:val="004A6D83"/>
    <w:rsid w:val="004C251F"/>
    <w:rsid w:val="004C7F60"/>
    <w:rsid w:val="004D69BA"/>
    <w:rsid w:val="004E2692"/>
    <w:rsid w:val="004E58F1"/>
    <w:rsid w:val="005076A6"/>
    <w:rsid w:val="005120C0"/>
    <w:rsid w:val="00512516"/>
    <w:rsid w:val="00514F6A"/>
    <w:rsid w:val="00523C16"/>
    <w:rsid w:val="00537CCC"/>
    <w:rsid w:val="00545599"/>
    <w:rsid w:val="0055672C"/>
    <w:rsid w:val="0057162C"/>
    <w:rsid w:val="00575A67"/>
    <w:rsid w:val="005854F5"/>
    <w:rsid w:val="00585F87"/>
    <w:rsid w:val="00591C7E"/>
    <w:rsid w:val="0059278B"/>
    <w:rsid w:val="00592FDB"/>
    <w:rsid w:val="005B2E8D"/>
    <w:rsid w:val="005B4C69"/>
    <w:rsid w:val="005B4F16"/>
    <w:rsid w:val="005B5B28"/>
    <w:rsid w:val="005C16DC"/>
    <w:rsid w:val="005C24AA"/>
    <w:rsid w:val="005C3658"/>
    <w:rsid w:val="005C53E8"/>
    <w:rsid w:val="005D57B0"/>
    <w:rsid w:val="005D583B"/>
    <w:rsid w:val="005E12A3"/>
    <w:rsid w:val="005E314E"/>
    <w:rsid w:val="005E7884"/>
    <w:rsid w:val="005F17DD"/>
    <w:rsid w:val="0060108C"/>
    <w:rsid w:val="00606DBB"/>
    <w:rsid w:val="00610222"/>
    <w:rsid w:val="006240AC"/>
    <w:rsid w:val="0063056D"/>
    <w:rsid w:val="0063299A"/>
    <w:rsid w:val="00640FDF"/>
    <w:rsid w:val="006504C9"/>
    <w:rsid w:val="006526BF"/>
    <w:rsid w:val="00664387"/>
    <w:rsid w:val="00682ECF"/>
    <w:rsid w:val="006A2AA8"/>
    <w:rsid w:val="006A3B93"/>
    <w:rsid w:val="006A6176"/>
    <w:rsid w:val="006C0611"/>
    <w:rsid w:val="006C3B7C"/>
    <w:rsid w:val="006C779E"/>
    <w:rsid w:val="006D3D42"/>
    <w:rsid w:val="00711894"/>
    <w:rsid w:val="007132C1"/>
    <w:rsid w:val="00716497"/>
    <w:rsid w:val="00723AD8"/>
    <w:rsid w:val="00723F44"/>
    <w:rsid w:val="00724410"/>
    <w:rsid w:val="007262D9"/>
    <w:rsid w:val="00732166"/>
    <w:rsid w:val="0074182B"/>
    <w:rsid w:val="0075061B"/>
    <w:rsid w:val="0076180F"/>
    <w:rsid w:val="00761BFB"/>
    <w:rsid w:val="00765ABF"/>
    <w:rsid w:val="00770DD9"/>
    <w:rsid w:val="0078665F"/>
    <w:rsid w:val="00787BCA"/>
    <w:rsid w:val="00791B7A"/>
    <w:rsid w:val="007B66BD"/>
    <w:rsid w:val="007C03DD"/>
    <w:rsid w:val="007C5560"/>
    <w:rsid w:val="007D1782"/>
    <w:rsid w:val="007D18A2"/>
    <w:rsid w:val="007D3B36"/>
    <w:rsid w:val="007E0F52"/>
    <w:rsid w:val="007E2F4F"/>
    <w:rsid w:val="007E3FBA"/>
    <w:rsid w:val="007E7384"/>
    <w:rsid w:val="007F011D"/>
    <w:rsid w:val="007F040F"/>
    <w:rsid w:val="00802315"/>
    <w:rsid w:val="00803B05"/>
    <w:rsid w:val="00803CB3"/>
    <w:rsid w:val="008113A0"/>
    <w:rsid w:val="008127F0"/>
    <w:rsid w:val="00812F55"/>
    <w:rsid w:val="00832052"/>
    <w:rsid w:val="008360CE"/>
    <w:rsid w:val="00842CF5"/>
    <w:rsid w:val="00850254"/>
    <w:rsid w:val="00852984"/>
    <w:rsid w:val="0085492A"/>
    <w:rsid w:val="00855B58"/>
    <w:rsid w:val="00856009"/>
    <w:rsid w:val="008570C7"/>
    <w:rsid w:val="008633F5"/>
    <w:rsid w:val="00863925"/>
    <w:rsid w:val="008669E4"/>
    <w:rsid w:val="00866DB4"/>
    <w:rsid w:val="00870094"/>
    <w:rsid w:val="0089591B"/>
    <w:rsid w:val="008A121A"/>
    <w:rsid w:val="008A3B25"/>
    <w:rsid w:val="008A4DE3"/>
    <w:rsid w:val="008A76F8"/>
    <w:rsid w:val="008B2F1B"/>
    <w:rsid w:val="008D7BD0"/>
    <w:rsid w:val="008E083E"/>
    <w:rsid w:val="008E0ECF"/>
    <w:rsid w:val="00904D15"/>
    <w:rsid w:val="00907738"/>
    <w:rsid w:val="009101C2"/>
    <w:rsid w:val="009257E5"/>
    <w:rsid w:val="00933FB2"/>
    <w:rsid w:val="0094173B"/>
    <w:rsid w:val="009422F2"/>
    <w:rsid w:val="009573F5"/>
    <w:rsid w:val="009607F5"/>
    <w:rsid w:val="00960CDE"/>
    <w:rsid w:val="00962154"/>
    <w:rsid w:val="00973AA8"/>
    <w:rsid w:val="009753C3"/>
    <w:rsid w:val="009757B4"/>
    <w:rsid w:val="009805E6"/>
    <w:rsid w:val="009835B1"/>
    <w:rsid w:val="00987FB4"/>
    <w:rsid w:val="0099023C"/>
    <w:rsid w:val="009952D4"/>
    <w:rsid w:val="009A163F"/>
    <w:rsid w:val="009C3B5F"/>
    <w:rsid w:val="009D28CA"/>
    <w:rsid w:val="009D78FF"/>
    <w:rsid w:val="009E3C20"/>
    <w:rsid w:val="009F4864"/>
    <w:rsid w:val="009F537D"/>
    <w:rsid w:val="00A06133"/>
    <w:rsid w:val="00A1188A"/>
    <w:rsid w:val="00A133F2"/>
    <w:rsid w:val="00A21900"/>
    <w:rsid w:val="00A24139"/>
    <w:rsid w:val="00A351B9"/>
    <w:rsid w:val="00A35669"/>
    <w:rsid w:val="00A40665"/>
    <w:rsid w:val="00A443D8"/>
    <w:rsid w:val="00A55EC5"/>
    <w:rsid w:val="00A63D83"/>
    <w:rsid w:val="00A6405A"/>
    <w:rsid w:val="00A70740"/>
    <w:rsid w:val="00A73B8C"/>
    <w:rsid w:val="00A7691A"/>
    <w:rsid w:val="00A80041"/>
    <w:rsid w:val="00A84139"/>
    <w:rsid w:val="00AA4349"/>
    <w:rsid w:val="00AB29FE"/>
    <w:rsid w:val="00AB3FD0"/>
    <w:rsid w:val="00AC3200"/>
    <w:rsid w:val="00AD1C9F"/>
    <w:rsid w:val="00AD3835"/>
    <w:rsid w:val="00AD39DD"/>
    <w:rsid w:val="00AE6CC2"/>
    <w:rsid w:val="00AE6E73"/>
    <w:rsid w:val="00AF36E8"/>
    <w:rsid w:val="00AF663C"/>
    <w:rsid w:val="00B075F0"/>
    <w:rsid w:val="00B1301E"/>
    <w:rsid w:val="00B176D0"/>
    <w:rsid w:val="00B24E1F"/>
    <w:rsid w:val="00B262B6"/>
    <w:rsid w:val="00B3069B"/>
    <w:rsid w:val="00B337F0"/>
    <w:rsid w:val="00B353D1"/>
    <w:rsid w:val="00B36EE9"/>
    <w:rsid w:val="00B4107E"/>
    <w:rsid w:val="00B46AA0"/>
    <w:rsid w:val="00B505C2"/>
    <w:rsid w:val="00B6129B"/>
    <w:rsid w:val="00B64269"/>
    <w:rsid w:val="00B70842"/>
    <w:rsid w:val="00B72D7A"/>
    <w:rsid w:val="00B74272"/>
    <w:rsid w:val="00B945C8"/>
    <w:rsid w:val="00B946FE"/>
    <w:rsid w:val="00B978E4"/>
    <w:rsid w:val="00BA519A"/>
    <w:rsid w:val="00BA5BEE"/>
    <w:rsid w:val="00BC0ADF"/>
    <w:rsid w:val="00BC4EEB"/>
    <w:rsid w:val="00BC64EF"/>
    <w:rsid w:val="00BD3366"/>
    <w:rsid w:val="00BD7363"/>
    <w:rsid w:val="00BE03B7"/>
    <w:rsid w:val="00BE6CE1"/>
    <w:rsid w:val="00BF38B1"/>
    <w:rsid w:val="00BF3FF3"/>
    <w:rsid w:val="00BF6D6C"/>
    <w:rsid w:val="00C027FE"/>
    <w:rsid w:val="00C04405"/>
    <w:rsid w:val="00C23959"/>
    <w:rsid w:val="00C3529F"/>
    <w:rsid w:val="00C408D1"/>
    <w:rsid w:val="00C40B64"/>
    <w:rsid w:val="00C43D80"/>
    <w:rsid w:val="00C5340E"/>
    <w:rsid w:val="00C55495"/>
    <w:rsid w:val="00C639CD"/>
    <w:rsid w:val="00C72A16"/>
    <w:rsid w:val="00C84929"/>
    <w:rsid w:val="00C85C0A"/>
    <w:rsid w:val="00C93096"/>
    <w:rsid w:val="00C95014"/>
    <w:rsid w:val="00CA785B"/>
    <w:rsid w:val="00CB7017"/>
    <w:rsid w:val="00CD366B"/>
    <w:rsid w:val="00CD5666"/>
    <w:rsid w:val="00CE225A"/>
    <w:rsid w:val="00CE33FF"/>
    <w:rsid w:val="00D06BD3"/>
    <w:rsid w:val="00D115C3"/>
    <w:rsid w:val="00D119B5"/>
    <w:rsid w:val="00D1490E"/>
    <w:rsid w:val="00D15950"/>
    <w:rsid w:val="00D15B88"/>
    <w:rsid w:val="00D1776D"/>
    <w:rsid w:val="00D17B9E"/>
    <w:rsid w:val="00D260B9"/>
    <w:rsid w:val="00D33263"/>
    <w:rsid w:val="00D506C8"/>
    <w:rsid w:val="00D56889"/>
    <w:rsid w:val="00D56E9E"/>
    <w:rsid w:val="00D62147"/>
    <w:rsid w:val="00D66D2E"/>
    <w:rsid w:val="00D71535"/>
    <w:rsid w:val="00D73302"/>
    <w:rsid w:val="00D764D1"/>
    <w:rsid w:val="00D77B41"/>
    <w:rsid w:val="00D9059D"/>
    <w:rsid w:val="00D91539"/>
    <w:rsid w:val="00DA12DD"/>
    <w:rsid w:val="00DA6236"/>
    <w:rsid w:val="00DA7957"/>
    <w:rsid w:val="00DB2C82"/>
    <w:rsid w:val="00DB7429"/>
    <w:rsid w:val="00DC0497"/>
    <w:rsid w:val="00DC22C6"/>
    <w:rsid w:val="00DC45CD"/>
    <w:rsid w:val="00DC5128"/>
    <w:rsid w:val="00DC6A29"/>
    <w:rsid w:val="00DC726F"/>
    <w:rsid w:val="00DD058D"/>
    <w:rsid w:val="00DD15AB"/>
    <w:rsid w:val="00DE61A7"/>
    <w:rsid w:val="00DE6E37"/>
    <w:rsid w:val="00DF7BCF"/>
    <w:rsid w:val="00E00858"/>
    <w:rsid w:val="00E0177B"/>
    <w:rsid w:val="00E06A3B"/>
    <w:rsid w:val="00E15680"/>
    <w:rsid w:val="00E2221C"/>
    <w:rsid w:val="00E477C2"/>
    <w:rsid w:val="00E47CAB"/>
    <w:rsid w:val="00E6587A"/>
    <w:rsid w:val="00E66A6B"/>
    <w:rsid w:val="00E718C6"/>
    <w:rsid w:val="00E75579"/>
    <w:rsid w:val="00E7761F"/>
    <w:rsid w:val="00E8622D"/>
    <w:rsid w:val="00EB1121"/>
    <w:rsid w:val="00EB5ECC"/>
    <w:rsid w:val="00EC5101"/>
    <w:rsid w:val="00ED781F"/>
    <w:rsid w:val="00EE0916"/>
    <w:rsid w:val="00EF2123"/>
    <w:rsid w:val="00EF3521"/>
    <w:rsid w:val="00EF63E3"/>
    <w:rsid w:val="00F03BFB"/>
    <w:rsid w:val="00F0440E"/>
    <w:rsid w:val="00F071F5"/>
    <w:rsid w:val="00F14761"/>
    <w:rsid w:val="00F2346C"/>
    <w:rsid w:val="00F25D91"/>
    <w:rsid w:val="00F34246"/>
    <w:rsid w:val="00F36B34"/>
    <w:rsid w:val="00F524EC"/>
    <w:rsid w:val="00F55B16"/>
    <w:rsid w:val="00F8465D"/>
    <w:rsid w:val="00F90BEE"/>
    <w:rsid w:val="00F92973"/>
    <w:rsid w:val="00F9529E"/>
    <w:rsid w:val="00FB643A"/>
    <w:rsid w:val="00FC0C29"/>
    <w:rsid w:val="00FD73DC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FC"/>
    <w:rPr>
      <w:rFonts w:ascii="Arial" w:hAnsi="Arial"/>
    </w:rPr>
  </w:style>
  <w:style w:type="paragraph" w:styleId="1">
    <w:name w:val="heading 1"/>
    <w:basedOn w:val="a"/>
    <w:next w:val="a"/>
    <w:qFormat/>
    <w:rsid w:val="008D7BD0"/>
    <w:pPr>
      <w:keepNext/>
      <w:spacing w:after="120"/>
      <w:jc w:val="center"/>
      <w:outlineLvl w:val="0"/>
    </w:pPr>
    <w:rPr>
      <w:caps/>
      <w:kern w:val="28"/>
      <w:sz w:val="22"/>
    </w:rPr>
  </w:style>
  <w:style w:type="paragraph" w:styleId="2">
    <w:name w:val="heading 2"/>
    <w:basedOn w:val="a"/>
    <w:next w:val="a"/>
    <w:qFormat/>
    <w:rsid w:val="008D7BD0"/>
    <w:pPr>
      <w:keepNext/>
      <w:spacing w:before="240" w:after="60"/>
      <w:outlineLvl w:val="1"/>
    </w:pPr>
    <w:rPr>
      <w:sz w:val="22"/>
    </w:rPr>
  </w:style>
  <w:style w:type="paragraph" w:styleId="3">
    <w:name w:val="heading 3"/>
    <w:basedOn w:val="a"/>
    <w:next w:val="a"/>
    <w:qFormat/>
    <w:rsid w:val="008D7BD0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8D7BD0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5">
    <w:name w:val="heading 5"/>
    <w:basedOn w:val="a"/>
    <w:next w:val="a"/>
    <w:qFormat/>
    <w:rsid w:val="008D7BD0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8D7BD0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8D7BD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D7BD0"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8D7BD0"/>
    <w:pPr>
      <w:spacing w:before="240" w:after="60"/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7BD0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8D7BD0"/>
    <w:pPr>
      <w:tabs>
        <w:tab w:val="center" w:pos="4536"/>
        <w:tab w:val="right" w:pos="9072"/>
      </w:tabs>
    </w:pPr>
  </w:style>
  <w:style w:type="paragraph" w:styleId="a5">
    <w:name w:val="Body Text"/>
    <w:basedOn w:val="a"/>
    <w:rsid w:val="008D7BD0"/>
    <w:pPr>
      <w:spacing w:line="360" w:lineRule="atLeast"/>
      <w:ind w:firstLine="561"/>
    </w:pPr>
    <w:rPr>
      <w:color w:val="000000"/>
    </w:rPr>
  </w:style>
  <w:style w:type="paragraph" w:customStyle="1" w:styleId="Header1">
    <w:name w:val="Header1"/>
    <w:rsid w:val="008D7BD0"/>
    <w:pPr>
      <w:spacing w:line="360" w:lineRule="atLeast"/>
    </w:pPr>
    <w:rPr>
      <w:rFonts w:ascii="Arial" w:hAnsi="Arial"/>
      <w:color w:val="000000"/>
      <w:sz w:val="24"/>
    </w:rPr>
  </w:style>
  <w:style w:type="paragraph" w:styleId="10">
    <w:name w:val="toc 1"/>
    <w:basedOn w:val="a"/>
    <w:next w:val="a"/>
    <w:semiHidden/>
    <w:rsid w:val="008D7BD0"/>
    <w:pPr>
      <w:tabs>
        <w:tab w:val="right" w:leader="dot" w:pos="9128"/>
      </w:tabs>
    </w:pPr>
    <w:rPr>
      <w:caps/>
      <w:sz w:val="24"/>
    </w:rPr>
  </w:style>
  <w:style w:type="paragraph" w:styleId="30">
    <w:name w:val="index 3"/>
    <w:basedOn w:val="a"/>
    <w:next w:val="a"/>
    <w:semiHidden/>
    <w:rsid w:val="008D7BD0"/>
    <w:pPr>
      <w:tabs>
        <w:tab w:val="right" w:leader="dot" w:pos="9865"/>
      </w:tabs>
      <w:ind w:left="600" w:hanging="200"/>
    </w:pPr>
  </w:style>
  <w:style w:type="paragraph" w:styleId="20">
    <w:name w:val="toc 2"/>
    <w:basedOn w:val="a"/>
    <w:next w:val="a"/>
    <w:semiHidden/>
    <w:rsid w:val="008D7BD0"/>
    <w:pPr>
      <w:tabs>
        <w:tab w:val="right" w:leader="dot" w:pos="9128"/>
      </w:tabs>
      <w:ind w:left="198"/>
    </w:pPr>
  </w:style>
  <w:style w:type="paragraph" w:styleId="31">
    <w:name w:val="toc 3"/>
    <w:basedOn w:val="a"/>
    <w:next w:val="a"/>
    <w:semiHidden/>
    <w:rsid w:val="008D7BD0"/>
    <w:pPr>
      <w:tabs>
        <w:tab w:val="right" w:leader="dot" w:pos="9128"/>
      </w:tabs>
      <w:ind w:left="400"/>
    </w:pPr>
    <w:rPr>
      <w:rFonts w:ascii="Times New Roman" w:hAnsi="Times New Roman"/>
    </w:rPr>
  </w:style>
  <w:style w:type="paragraph" w:styleId="40">
    <w:name w:val="toc 4"/>
    <w:basedOn w:val="a"/>
    <w:next w:val="a"/>
    <w:semiHidden/>
    <w:rsid w:val="008D7BD0"/>
    <w:pPr>
      <w:tabs>
        <w:tab w:val="right" w:leader="dot" w:pos="9128"/>
      </w:tabs>
      <w:ind w:left="600"/>
    </w:pPr>
    <w:rPr>
      <w:rFonts w:ascii="Times New Roman" w:hAnsi="Times New Roman"/>
    </w:rPr>
  </w:style>
  <w:style w:type="paragraph" w:styleId="50">
    <w:name w:val="toc 5"/>
    <w:basedOn w:val="a"/>
    <w:next w:val="a"/>
    <w:semiHidden/>
    <w:rsid w:val="008D7BD0"/>
    <w:pPr>
      <w:tabs>
        <w:tab w:val="right" w:leader="dot" w:pos="9128"/>
      </w:tabs>
      <w:ind w:left="800"/>
    </w:pPr>
    <w:rPr>
      <w:rFonts w:ascii="Times New Roman" w:hAnsi="Times New Roman"/>
    </w:rPr>
  </w:style>
  <w:style w:type="paragraph" w:styleId="60">
    <w:name w:val="toc 6"/>
    <w:basedOn w:val="a"/>
    <w:next w:val="a"/>
    <w:semiHidden/>
    <w:rsid w:val="008D7BD0"/>
    <w:pPr>
      <w:tabs>
        <w:tab w:val="right" w:leader="dot" w:pos="9128"/>
      </w:tabs>
      <w:ind w:left="1000"/>
    </w:pPr>
    <w:rPr>
      <w:rFonts w:ascii="Times New Roman" w:hAnsi="Times New Roman"/>
    </w:rPr>
  </w:style>
  <w:style w:type="paragraph" w:styleId="70">
    <w:name w:val="toc 7"/>
    <w:basedOn w:val="a"/>
    <w:next w:val="a"/>
    <w:semiHidden/>
    <w:rsid w:val="008D7BD0"/>
    <w:pPr>
      <w:tabs>
        <w:tab w:val="right" w:leader="dot" w:pos="9128"/>
      </w:tabs>
      <w:ind w:left="1200"/>
    </w:pPr>
    <w:rPr>
      <w:rFonts w:ascii="Times New Roman" w:hAnsi="Times New Roman"/>
    </w:rPr>
  </w:style>
  <w:style w:type="paragraph" w:styleId="80">
    <w:name w:val="toc 8"/>
    <w:basedOn w:val="a"/>
    <w:next w:val="a"/>
    <w:semiHidden/>
    <w:rsid w:val="008D7BD0"/>
    <w:pPr>
      <w:tabs>
        <w:tab w:val="right" w:leader="dot" w:pos="9128"/>
      </w:tabs>
      <w:ind w:left="1400"/>
    </w:pPr>
    <w:rPr>
      <w:rFonts w:ascii="Times New Roman" w:hAnsi="Times New Roman"/>
    </w:rPr>
  </w:style>
  <w:style w:type="paragraph" w:styleId="90">
    <w:name w:val="toc 9"/>
    <w:basedOn w:val="a"/>
    <w:next w:val="a"/>
    <w:semiHidden/>
    <w:rsid w:val="008D7BD0"/>
    <w:pPr>
      <w:tabs>
        <w:tab w:val="right" w:leader="dot" w:pos="9128"/>
      </w:tabs>
      <w:ind w:left="1600"/>
    </w:pPr>
    <w:rPr>
      <w:rFonts w:ascii="Times New Roman" w:hAnsi="Times New Roman"/>
    </w:rPr>
  </w:style>
  <w:style w:type="character" w:styleId="a6">
    <w:name w:val="page number"/>
    <w:basedOn w:val="a0"/>
    <w:rsid w:val="008D7BD0"/>
    <w:rPr>
      <w:rFonts w:cs="Times New Roman"/>
    </w:rPr>
  </w:style>
  <w:style w:type="paragraph" w:customStyle="1" w:styleId="Line">
    <w:name w:val="Line"/>
    <w:rsid w:val="008D7BD0"/>
    <w:pPr>
      <w:tabs>
        <w:tab w:val="left" w:pos="570"/>
      </w:tabs>
      <w:spacing w:after="170"/>
      <w:ind w:firstLine="850"/>
    </w:pPr>
    <w:rPr>
      <w:rFonts w:ascii="Arial" w:hAnsi="Arial"/>
      <w:color w:val="000000"/>
    </w:rPr>
  </w:style>
  <w:style w:type="paragraph" w:styleId="a7">
    <w:name w:val="Signature"/>
    <w:basedOn w:val="a"/>
    <w:rsid w:val="008D7BD0"/>
    <w:pPr>
      <w:ind w:left="4252"/>
    </w:pPr>
  </w:style>
  <w:style w:type="paragraph" w:styleId="32">
    <w:name w:val="Body Text 3"/>
    <w:basedOn w:val="a8"/>
    <w:rsid w:val="008D7BD0"/>
    <w:pPr>
      <w:spacing w:before="40" w:after="80"/>
    </w:pPr>
    <w:rPr>
      <w:rFonts w:ascii="Times New Roman" w:hAnsi="Times New Roman"/>
    </w:rPr>
  </w:style>
  <w:style w:type="paragraph" w:styleId="a8">
    <w:name w:val="Body Text Indent"/>
    <w:basedOn w:val="a"/>
    <w:rsid w:val="008D7BD0"/>
    <w:pPr>
      <w:spacing w:after="60"/>
      <w:ind w:firstLine="709"/>
      <w:jc w:val="both"/>
    </w:pPr>
  </w:style>
  <w:style w:type="paragraph" w:styleId="21">
    <w:name w:val="List Bullet 2"/>
    <w:basedOn w:val="a"/>
    <w:rsid w:val="008D7BD0"/>
    <w:pPr>
      <w:spacing w:before="40" w:after="80"/>
      <w:ind w:left="566" w:hanging="283"/>
      <w:jc w:val="both"/>
    </w:pPr>
    <w:rPr>
      <w:sz w:val="24"/>
    </w:rPr>
  </w:style>
  <w:style w:type="paragraph" w:customStyle="1" w:styleId="line0">
    <w:name w:val="line"/>
    <w:rsid w:val="008D7BD0"/>
    <w:pPr>
      <w:tabs>
        <w:tab w:val="left" w:pos="627"/>
      </w:tabs>
      <w:spacing w:after="80"/>
      <w:ind w:firstLine="680"/>
    </w:pPr>
    <w:rPr>
      <w:rFonts w:ascii="Arial" w:hAnsi="Arial"/>
      <w:color w:val="000000"/>
    </w:rPr>
  </w:style>
  <w:style w:type="paragraph" w:styleId="22">
    <w:name w:val="List 2"/>
    <w:basedOn w:val="a"/>
    <w:rsid w:val="008D7BD0"/>
    <w:pPr>
      <w:ind w:left="566" w:hanging="283"/>
    </w:pPr>
  </w:style>
  <w:style w:type="paragraph" w:styleId="33">
    <w:name w:val="List Bullet 3"/>
    <w:basedOn w:val="a"/>
    <w:rsid w:val="008D7BD0"/>
    <w:pPr>
      <w:ind w:left="849" w:hanging="283"/>
    </w:pPr>
  </w:style>
  <w:style w:type="paragraph" w:styleId="23">
    <w:name w:val="List Continue 2"/>
    <w:basedOn w:val="a"/>
    <w:rsid w:val="008D7BD0"/>
    <w:pPr>
      <w:spacing w:after="120"/>
      <w:ind w:left="566"/>
    </w:pPr>
  </w:style>
  <w:style w:type="paragraph" w:styleId="34">
    <w:name w:val="List Continue 3"/>
    <w:basedOn w:val="a"/>
    <w:rsid w:val="008D7BD0"/>
    <w:pPr>
      <w:spacing w:after="120"/>
      <w:ind w:left="849"/>
    </w:pPr>
  </w:style>
  <w:style w:type="paragraph" w:styleId="a9">
    <w:name w:val="caption"/>
    <w:basedOn w:val="a"/>
    <w:next w:val="a"/>
    <w:qFormat/>
    <w:rsid w:val="008D7BD0"/>
    <w:pPr>
      <w:spacing w:before="120" w:after="120"/>
      <w:jc w:val="right"/>
    </w:pPr>
    <w:rPr>
      <w:sz w:val="18"/>
    </w:rPr>
  </w:style>
  <w:style w:type="paragraph" w:styleId="24">
    <w:name w:val="Body Text 2"/>
    <w:basedOn w:val="a"/>
    <w:rsid w:val="008D7BD0"/>
    <w:pPr>
      <w:jc w:val="both"/>
    </w:pPr>
    <w:rPr>
      <w:rFonts w:ascii="Times New Roman" w:hAnsi="Times New Roman"/>
      <w:sz w:val="24"/>
    </w:rPr>
  </w:style>
  <w:style w:type="paragraph" w:styleId="25">
    <w:name w:val="Body Text Indent 2"/>
    <w:basedOn w:val="a"/>
    <w:rsid w:val="008D7BD0"/>
    <w:pPr>
      <w:ind w:firstLine="709"/>
      <w:jc w:val="both"/>
    </w:pPr>
    <w:rPr>
      <w:rFonts w:ascii="Times New Roman" w:hAnsi="Times New Roman"/>
      <w:sz w:val="24"/>
    </w:rPr>
  </w:style>
  <w:style w:type="paragraph" w:styleId="35">
    <w:name w:val="Body Text Indent 3"/>
    <w:basedOn w:val="a"/>
    <w:rsid w:val="008D7BD0"/>
    <w:pPr>
      <w:ind w:firstLine="705"/>
      <w:jc w:val="both"/>
    </w:pPr>
    <w:rPr>
      <w:rFonts w:ascii="Times New Roman" w:hAnsi="Times New Roman"/>
      <w:sz w:val="24"/>
    </w:rPr>
  </w:style>
  <w:style w:type="paragraph" w:styleId="aa">
    <w:name w:val="Title"/>
    <w:basedOn w:val="a"/>
    <w:qFormat/>
    <w:rsid w:val="005C53E8"/>
    <w:pPr>
      <w:jc w:val="center"/>
    </w:pPr>
    <w:rPr>
      <w:rFonts w:ascii="Times New Roman" w:hAnsi="Times New Roman"/>
      <w:b/>
      <w:sz w:val="28"/>
    </w:rPr>
  </w:style>
  <w:style w:type="table" w:styleId="ab">
    <w:name w:val="Table Grid"/>
    <w:basedOn w:val="a1"/>
    <w:rsid w:val="005C5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C40B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C40B64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rsid w:val="0048545D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locked/>
    <w:rsid w:val="0048545D"/>
    <w:rPr>
      <w:rFonts w:ascii="Courier New" w:hAnsi="Courier New" w:cs="Courier New"/>
    </w:rPr>
  </w:style>
  <w:style w:type="paragraph" w:customStyle="1" w:styleId="af0">
    <w:name w:val="Название предприятия"/>
    <w:basedOn w:val="a"/>
    <w:next w:val="af1"/>
    <w:rsid w:val="00252378"/>
    <w:pPr>
      <w:spacing w:before="100" w:after="600" w:line="600" w:lineRule="atLeast"/>
      <w:ind w:left="840" w:right="-360"/>
    </w:pPr>
    <w:rPr>
      <w:rFonts w:ascii="Times New Roman" w:hAnsi="Times New Roman"/>
      <w:spacing w:val="-34"/>
      <w:sz w:val="60"/>
      <w:lang w:eastAsia="en-US"/>
    </w:rPr>
  </w:style>
  <w:style w:type="paragraph" w:styleId="af1">
    <w:name w:val="Date"/>
    <w:basedOn w:val="a"/>
    <w:next w:val="a"/>
    <w:rsid w:val="00252378"/>
  </w:style>
  <w:style w:type="paragraph" w:customStyle="1" w:styleId="af2">
    <w:name w:val="Обратные адреса"/>
    <w:basedOn w:val="a"/>
    <w:rsid w:val="00252378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hAnsi="Times New Roman"/>
      <w:sz w:val="16"/>
      <w:lang w:eastAsia="en-US"/>
    </w:rPr>
  </w:style>
  <w:style w:type="paragraph" w:styleId="af3">
    <w:name w:val="List Paragraph"/>
    <w:basedOn w:val="a"/>
    <w:qFormat/>
    <w:rsid w:val="001916B7"/>
    <w:pPr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FC"/>
    <w:rPr>
      <w:rFonts w:ascii="Arial" w:hAnsi="Arial"/>
    </w:rPr>
  </w:style>
  <w:style w:type="paragraph" w:styleId="1">
    <w:name w:val="heading 1"/>
    <w:basedOn w:val="a"/>
    <w:next w:val="a"/>
    <w:qFormat/>
    <w:rsid w:val="008D7BD0"/>
    <w:pPr>
      <w:keepNext/>
      <w:spacing w:after="120"/>
      <w:jc w:val="center"/>
      <w:outlineLvl w:val="0"/>
    </w:pPr>
    <w:rPr>
      <w:caps/>
      <w:kern w:val="28"/>
      <w:sz w:val="22"/>
    </w:rPr>
  </w:style>
  <w:style w:type="paragraph" w:styleId="2">
    <w:name w:val="heading 2"/>
    <w:basedOn w:val="a"/>
    <w:next w:val="a"/>
    <w:qFormat/>
    <w:rsid w:val="008D7BD0"/>
    <w:pPr>
      <w:keepNext/>
      <w:spacing w:before="240" w:after="60"/>
      <w:outlineLvl w:val="1"/>
    </w:pPr>
    <w:rPr>
      <w:sz w:val="22"/>
    </w:rPr>
  </w:style>
  <w:style w:type="paragraph" w:styleId="3">
    <w:name w:val="heading 3"/>
    <w:basedOn w:val="a"/>
    <w:next w:val="a"/>
    <w:qFormat/>
    <w:rsid w:val="008D7BD0"/>
    <w:pPr>
      <w:keepNext/>
      <w:spacing w:before="240" w:after="60"/>
      <w:outlineLvl w:val="2"/>
    </w:pPr>
  </w:style>
  <w:style w:type="paragraph" w:styleId="4">
    <w:name w:val="heading 4"/>
    <w:basedOn w:val="a"/>
    <w:next w:val="a"/>
    <w:qFormat/>
    <w:rsid w:val="008D7BD0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5">
    <w:name w:val="heading 5"/>
    <w:basedOn w:val="a"/>
    <w:next w:val="a"/>
    <w:qFormat/>
    <w:rsid w:val="008D7BD0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8D7BD0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8D7BD0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D7BD0"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8D7BD0"/>
    <w:pPr>
      <w:spacing w:before="240" w:after="60"/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7BD0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8D7BD0"/>
    <w:pPr>
      <w:tabs>
        <w:tab w:val="center" w:pos="4536"/>
        <w:tab w:val="right" w:pos="9072"/>
      </w:tabs>
    </w:pPr>
  </w:style>
  <w:style w:type="paragraph" w:styleId="a5">
    <w:name w:val="Body Text"/>
    <w:basedOn w:val="a"/>
    <w:rsid w:val="008D7BD0"/>
    <w:pPr>
      <w:spacing w:line="360" w:lineRule="atLeast"/>
      <w:ind w:firstLine="561"/>
    </w:pPr>
    <w:rPr>
      <w:color w:val="000000"/>
    </w:rPr>
  </w:style>
  <w:style w:type="paragraph" w:customStyle="1" w:styleId="Header1">
    <w:name w:val="Header1"/>
    <w:rsid w:val="008D7BD0"/>
    <w:pPr>
      <w:spacing w:line="360" w:lineRule="atLeast"/>
    </w:pPr>
    <w:rPr>
      <w:rFonts w:ascii="Arial" w:hAnsi="Arial"/>
      <w:color w:val="000000"/>
      <w:sz w:val="24"/>
    </w:rPr>
  </w:style>
  <w:style w:type="paragraph" w:styleId="10">
    <w:name w:val="toc 1"/>
    <w:basedOn w:val="a"/>
    <w:next w:val="a"/>
    <w:semiHidden/>
    <w:rsid w:val="008D7BD0"/>
    <w:pPr>
      <w:tabs>
        <w:tab w:val="right" w:leader="dot" w:pos="9128"/>
      </w:tabs>
    </w:pPr>
    <w:rPr>
      <w:caps/>
      <w:sz w:val="24"/>
    </w:rPr>
  </w:style>
  <w:style w:type="paragraph" w:styleId="30">
    <w:name w:val="index 3"/>
    <w:basedOn w:val="a"/>
    <w:next w:val="a"/>
    <w:semiHidden/>
    <w:rsid w:val="008D7BD0"/>
    <w:pPr>
      <w:tabs>
        <w:tab w:val="right" w:leader="dot" w:pos="9865"/>
      </w:tabs>
      <w:ind w:left="600" w:hanging="200"/>
    </w:pPr>
  </w:style>
  <w:style w:type="paragraph" w:styleId="20">
    <w:name w:val="toc 2"/>
    <w:basedOn w:val="a"/>
    <w:next w:val="a"/>
    <w:semiHidden/>
    <w:rsid w:val="008D7BD0"/>
    <w:pPr>
      <w:tabs>
        <w:tab w:val="right" w:leader="dot" w:pos="9128"/>
      </w:tabs>
      <w:ind w:left="198"/>
    </w:pPr>
  </w:style>
  <w:style w:type="paragraph" w:styleId="31">
    <w:name w:val="toc 3"/>
    <w:basedOn w:val="a"/>
    <w:next w:val="a"/>
    <w:semiHidden/>
    <w:rsid w:val="008D7BD0"/>
    <w:pPr>
      <w:tabs>
        <w:tab w:val="right" w:leader="dot" w:pos="9128"/>
      </w:tabs>
      <w:ind w:left="400"/>
    </w:pPr>
    <w:rPr>
      <w:rFonts w:ascii="Times New Roman" w:hAnsi="Times New Roman"/>
    </w:rPr>
  </w:style>
  <w:style w:type="paragraph" w:styleId="40">
    <w:name w:val="toc 4"/>
    <w:basedOn w:val="a"/>
    <w:next w:val="a"/>
    <w:semiHidden/>
    <w:rsid w:val="008D7BD0"/>
    <w:pPr>
      <w:tabs>
        <w:tab w:val="right" w:leader="dot" w:pos="9128"/>
      </w:tabs>
      <w:ind w:left="600"/>
    </w:pPr>
    <w:rPr>
      <w:rFonts w:ascii="Times New Roman" w:hAnsi="Times New Roman"/>
    </w:rPr>
  </w:style>
  <w:style w:type="paragraph" w:styleId="50">
    <w:name w:val="toc 5"/>
    <w:basedOn w:val="a"/>
    <w:next w:val="a"/>
    <w:semiHidden/>
    <w:rsid w:val="008D7BD0"/>
    <w:pPr>
      <w:tabs>
        <w:tab w:val="right" w:leader="dot" w:pos="9128"/>
      </w:tabs>
      <w:ind w:left="800"/>
    </w:pPr>
    <w:rPr>
      <w:rFonts w:ascii="Times New Roman" w:hAnsi="Times New Roman"/>
    </w:rPr>
  </w:style>
  <w:style w:type="paragraph" w:styleId="60">
    <w:name w:val="toc 6"/>
    <w:basedOn w:val="a"/>
    <w:next w:val="a"/>
    <w:semiHidden/>
    <w:rsid w:val="008D7BD0"/>
    <w:pPr>
      <w:tabs>
        <w:tab w:val="right" w:leader="dot" w:pos="9128"/>
      </w:tabs>
      <w:ind w:left="1000"/>
    </w:pPr>
    <w:rPr>
      <w:rFonts w:ascii="Times New Roman" w:hAnsi="Times New Roman"/>
    </w:rPr>
  </w:style>
  <w:style w:type="paragraph" w:styleId="70">
    <w:name w:val="toc 7"/>
    <w:basedOn w:val="a"/>
    <w:next w:val="a"/>
    <w:semiHidden/>
    <w:rsid w:val="008D7BD0"/>
    <w:pPr>
      <w:tabs>
        <w:tab w:val="right" w:leader="dot" w:pos="9128"/>
      </w:tabs>
      <w:ind w:left="1200"/>
    </w:pPr>
    <w:rPr>
      <w:rFonts w:ascii="Times New Roman" w:hAnsi="Times New Roman"/>
    </w:rPr>
  </w:style>
  <w:style w:type="paragraph" w:styleId="80">
    <w:name w:val="toc 8"/>
    <w:basedOn w:val="a"/>
    <w:next w:val="a"/>
    <w:semiHidden/>
    <w:rsid w:val="008D7BD0"/>
    <w:pPr>
      <w:tabs>
        <w:tab w:val="right" w:leader="dot" w:pos="9128"/>
      </w:tabs>
      <w:ind w:left="1400"/>
    </w:pPr>
    <w:rPr>
      <w:rFonts w:ascii="Times New Roman" w:hAnsi="Times New Roman"/>
    </w:rPr>
  </w:style>
  <w:style w:type="paragraph" w:styleId="90">
    <w:name w:val="toc 9"/>
    <w:basedOn w:val="a"/>
    <w:next w:val="a"/>
    <w:semiHidden/>
    <w:rsid w:val="008D7BD0"/>
    <w:pPr>
      <w:tabs>
        <w:tab w:val="right" w:leader="dot" w:pos="9128"/>
      </w:tabs>
      <w:ind w:left="1600"/>
    </w:pPr>
    <w:rPr>
      <w:rFonts w:ascii="Times New Roman" w:hAnsi="Times New Roman"/>
    </w:rPr>
  </w:style>
  <w:style w:type="character" w:styleId="a6">
    <w:name w:val="page number"/>
    <w:basedOn w:val="a0"/>
    <w:rsid w:val="008D7BD0"/>
    <w:rPr>
      <w:rFonts w:cs="Times New Roman"/>
    </w:rPr>
  </w:style>
  <w:style w:type="paragraph" w:customStyle="1" w:styleId="Line">
    <w:name w:val="Line"/>
    <w:rsid w:val="008D7BD0"/>
    <w:pPr>
      <w:tabs>
        <w:tab w:val="left" w:pos="570"/>
      </w:tabs>
      <w:spacing w:after="170"/>
      <w:ind w:firstLine="850"/>
    </w:pPr>
    <w:rPr>
      <w:rFonts w:ascii="Arial" w:hAnsi="Arial"/>
      <w:color w:val="000000"/>
    </w:rPr>
  </w:style>
  <w:style w:type="paragraph" w:styleId="a7">
    <w:name w:val="Signature"/>
    <w:basedOn w:val="a"/>
    <w:rsid w:val="008D7BD0"/>
    <w:pPr>
      <w:ind w:left="4252"/>
    </w:pPr>
  </w:style>
  <w:style w:type="paragraph" w:styleId="32">
    <w:name w:val="Body Text 3"/>
    <w:basedOn w:val="a8"/>
    <w:rsid w:val="008D7BD0"/>
    <w:pPr>
      <w:spacing w:before="40" w:after="80"/>
    </w:pPr>
    <w:rPr>
      <w:rFonts w:ascii="Times New Roman" w:hAnsi="Times New Roman"/>
    </w:rPr>
  </w:style>
  <w:style w:type="paragraph" w:styleId="a8">
    <w:name w:val="Body Text Indent"/>
    <w:basedOn w:val="a"/>
    <w:rsid w:val="008D7BD0"/>
    <w:pPr>
      <w:spacing w:after="60"/>
      <w:ind w:firstLine="709"/>
      <w:jc w:val="both"/>
    </w:pPr>
  </w:style>
  <w:style w:type="paragraph" w:styleId="21">
    <w:name w:val="List Bullet 2"/>
    <w:basedOn w:val="a"/>
    <w:rsid w:val="008D7BD0"/>
    <w:pPr>
      <w:spacing w:before="40" w:after="80"/>
      <w:ind w:left="566" w:hanging="283"/>
      <w:jc w:val="both"/>
    </w:pPr>
    <w:rPr>
      <w:sz w:val="24"/>
    </w:rPr>
  </w:style>
  <w:style w:type="paragraph" w:customStyle="1" w:styleId="line0">
    <w:name w:val="line"/>
    <w:rsid w:val="008D7BD0"/>
    <w:pPr>
      <w:tabs>
        <w:tab w:val="left" w:pos="627"/>
      </w:tabs>
      <w:spacing w:after="80"/>
      <w:ind w:firstLine="680"/>
    </w:pPr>
    <w:rPr>
      <w:rFonts w:ascii="Arial" w:hAnsi="Arial"/>
      <w:color w:val="000000"/>
    </w:rPr>
  </w:style>
  <w:style w:type="paragraph" w:styleId="22">
    <w:name w:val="List 2"/>
    <w:basedOn w:val="a"/>
    <w:rsid w:val="008D7BD0"/>
    <w:pPr>
      <w:ind w:left="566" w:hanging="283"/>
    </w:pPr>
  </w:style>
  <w:style w:type="paragraph" w:styleId="33">
    <w:name w:val="List Bullet 3"/>
    <w:basedOn w:val="a"/>
    <w:rsid w:val="008D7BD0"/>
    <w:pPr>
      <w:ind w:left="849" w:hanging="283"/>
    </w:pPr>
  </w:style>
  <w:style w:type="paragraph" w:styleId="23">
    <w:name w:val="List Continue 2"/>
    <w:basedOn w:val="a"/>
    <w:rsid w:val="008D7BD0"/>
    <w:pPr>
      <w:spacing w:after="120"/>
      <w:ind w:left="566"/>
    </w:pPr>
  </w:style>
  <w:style w:type="paragraph" w:styleId="34">
    <w:name w:val="List Continue 3"/>
    <w:basedOn w:val="a"/>
    <w:rsid w:val="008D7BD0"/>
    <w:pPr>
      <w:spacing w:after="120"/>
      <w:ind w:left="849"/>
    </w:pPr>
  </w:style>
  <w:style w:type="paragraph" w:styleId="a9">
    <w:name w:val="caption"/>
    <w:basedOn w:val="a"/>
    <w:next w:val="a"/>
    <w:qFormat/>
    <w:rsid w:val="008D7BD0"/>
    <w:pPr>
      <w:spacing w:before="120" w:after="120"/>
      <w:jc w:val="right"/>
    </w:pPr>
    <w:rPr>
      <w:sz w:val="18"/>
    </w:rPr>
  </w:style>
  <w:style w:type="paragraph" w:styleId="24">
    <w:name w:val="Body Text 2"/>
    <w:basedOn w:val="a"/>
    <w:rsid w:val="008D7BD0"/>
    <w:pPr>
      <w:jc w:val="both"/>
    </w:pPr>
    <w:rPr>
      <w:rFonts w:ascii="Times New Roman" w:hAnsi="Times New Roman"/>
      <w:sz w:val="24"/>
    </w:rPr>
  </w:style>
  <w:style w:type="paragraph" w:styleId="25">
    <w:name w:val="Body Text Indent 2"/>
    <w:basedOn w:val="a"/>
    <w:rsid w:val="008D7BD0"/>
    <w:pPr>
      <w:ind w:firstLine="709"/>
      <w:jc w:val="both"/>
    </w:pPr>
    <w:rPr>
      <w:rFonts w:ascii="Times New Roman" w:hAnsi="Times New Roman"/>
      <w:sz w:val="24"/>
    </w:rPr>
  </w:style>
  <w:style w:type="paragraph" w:styleId="35">
    <w:name w:val="Body Text Indent 3"/>
    <w:basedOn w:val="a"/>
    <w:rsid w:val="008D7BD0"/>
    <w:pPr>
      <w:ind w:firstLine="705"/>
      <w:jc w:val="both"/>
    </w:pPr>
    <w:rPr>
      <w:rFonts w:ascii="Times New Roman" w:hAnsi="Times New Roman"/>
      <w:sz w:val="24"/>
    </w:rPr>
  </w:style>
  <w:style w:type="paragraph" w:styleId="aa">
    <w:name w:val="Title"/>
    <w:basedOn w:val="a"/>
    <w:qFormat/>
    <w:rsid w:val="005C53E8"/>
    <w:pPr>
      <w:jc w:val="center"/>
    </w:pPr>
    <w:rPr>
      <w:rFonts w:ascii="Times New Roman" w:hAnsi="Times New Roman"/>
      <w:b/>
      <w:sz w:val="28"/>
    </w:rPr>
  </w:style>
  <w:style w:type="table" w:styleId="ab">
    <w:name w:val="Table Grid"/>
    <w:basedOn w:val="a1"/>
    <w:rsid w:val="005C5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C40B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C40B64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rsid w:val="0048545D"/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locked/>
    <w:rsid w:val="0048545D"/>
    <w:rPr>
      <w:rFonts w:ascii="Courier New" w:hAnsi="Courier New" w:cs="Courier New"/>
    </w:rPr>
  </w:style>
  <w:style w:type="paragraph" w:customStyle="1" w:styleId="af0">
    <w:name w:val="Название предприятия"/>
    <w:basedOn w:val="a"/>
    <w:next w:val="af1"/>
    <w:rsid w:val="00252378"/>
    <w:pPr>
      <w:spacing w:before="100" w:after="600" w:line="600" w:lineRule="atLeast"/>
      <w:ind w:left="840" w:right="-360"/>
    </w:pPr>
    <w:rPr>
      <w:rFonts w:ascii="Times New Roman" w:hAnsi="Times New Roman"/>
      <w:spacing w:val="-34"/>
      <w:sz w:val="60"/>
      <w:lang w:eastAsia="en-US"/>
    </w:rPr>
  </w:style>
  <w:style w:type="paragraph" w:styleId="af1">
    <w:name w:val="Date"/>
    <w:basedOn w:val="a"/>
    <w:next w:val="a"/>
    <w:rsid w:val="00252378"/>
  </w:style>
  <w:style w:type="paragraph" w:customStyle="1" w:styleId="af2">
    <w:name w:val="Обратные адреса"/>
    <w:basedOn w:val="a"/>
    <w:rsid w:val="00252378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hAnsi="Times New Roman"/>
      <w:sz w:val="16"/>
      <w:lang w:eastAsia="en-US"/>
    </w:rPr>
  </w:style>
  <w:style w:type="paragraph" w:styleId="af3">
    <w:name w:val="List Paragraph"/>
    <w:basedOn w:val="a"/>
    <w:qFormat/>
    <w:rsid w:val="001916B7"/>
    <w:pPr>
      <w:ind w:left="70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5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4265.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4265.7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___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user</dc:creator>
  <cp:lastModifiedBy>Максимов Александр</cp:lastModifiedBy>
  <cp:revision>2</cp:revision>
  <cp:lastPrinted>2012-06-20T07:56:00Z</cp:lastPrinted>
  <dcterms:created xsi:type="dcterms:W3CDTF">2016-07-14T12:37:00Z</dcterms:created>
  <dcterms:modified xsi:type="dcterms:W3CDTF">2016-07-14T12:37:00Z</dcterms:modified>
</cp:coreProperties>
</file>